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762" w:rsidRDefault="00654762">
      <w:pPr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Séance 1</w:t>
      </w:r>
    </w:p>
    <w:p w:rsidR="003355C5" w:rsidRDefault="003355C5" w:rsidP="003355C5">
      <w:pPr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Découverte de Home I/O</w:t>
      </w:r>
      <w:bookmarkStart w:id="0" w:name="_GoBack"/>
      <w:bookmarkEnd w:id="0"/>
    </w:p>
    <w:p w:rsidR="00654762" w:rsidRDefault="00B724AF">
      <w:pPr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noProof/>
          <w:sz w:val="32"/>
          <w:szCs w:val="32"/>
          <w:u w:val="single"/>
          <w:lang w:eastAsia="fr-FR"/>
        </w:rPr>
        <w:drawing>
          <wp:inline distT="0" distB="0" distL="0" distR="0">
            <wp:extent cx="2809875" cy="990481"/>
            <wp:effectExtent l="0" t="0" r="0" b="635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home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7144" cy="993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762" w:rsidRDefault="00654762" w:rsidP="00654762">
      <w:pPr>
        <w:spacing w:after="0"/>
        <w:jc w:val="center"/>
      </w:pPr>
      <w:r>
        <w:object w:dxaOrig="7920" w:dyaOrig="58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5pt;height:149.25pt" o:ole="">
            <v:imagedata r:id="rId5" o:title=""/>
          </v:shape>
          <o:OLEObject Type="Embed" ProgID="PBrush" ShapeID="_x0000_i1025" DrawAspect="Content" ObjectID="_1456871761" r:id="rId6"/>
        </w:object>
      </w:r>
      <w:r>
        <w:t xml:space="preserve">      </w:t>
      </w:r>
      <w:r>
        <w:rPr>
          <w:noProof/>
          <w:lang w:eastAsia="fr-FR"/>
        </w:rPr>
        <w:drawing>
          <wp:inline distT="0" distB="0" distL="0" distR="0">
            <wp:extent cx="533400" cy="1343025"/>
            <wp:effectExtent l="0" t="0" r="0" b="9525"/>
            <wp:docPr id="56" name="Image 56" descr="et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t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762" w:rsidRDefault="00654762">
      <w:pPr>
        <w:rPr>
          <w:rFonts w:ascii="Arial" w:hAnsi="Arial" w:cs="Arial"/>
          <w:sz w:val="32"/>
          <w:szCs w:val="32"/>
          <w:u w:val="single"/>
        </w:rPr>
      </w:pPr>
    </w:p>
    <w:tbl>
      <w:tblPr>
        <w:tblW w:w="8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1262"/>
        <w:gridCol w:w="1147"/>
        <w:gridCol w:w="1263"/>
        <w:gridCol w:w="1276"/>
      </w:tblGrid>
      <w:tr w:rsidR="00654762" w:rsidTr="000436DD">
        <w:trPr>
          <w:trHeight w:val="1578"/>
          <w:jc w:val="center"/>
        </w:trPr>
        <w:tc>
          <w:tcPr>
            <w:tcW w:w="1980" w:type="dxa"/>
            <w:shd w:val="clear" w:color="auto" w:fill="auto"/>
          </w:tcPr>
          <w:p w:rsidR="00EB6282" w:rsidRDefault="00654762" w:rsidP="00EB628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12BC6">
              <w:rPr>
                <w:rFonts w:ascii="Arial" w:hAnsi="Arial" w:cs="Arial"/>
                <w:sz w:val="28"/>
                <w:szCs w:val="28"/>
              </w:rPr>
              <w:t>Pièce</w:t>
            </w:r>
            <w:r w:rsidR="00532527">
              <w:rPr>
                <w:rFonts w:ascii="Arial" w:hAnsi="Arial" w:cs="Arial"/>
                <w:sz w:val="28"/>
                <w:szCs w:val="28"/>
              </w:rPr>
              <w:t>s</w:t>
            </w:r>
          </w:p>
          <w:p w:rsidR="00654762" w:rsidRPr="00C12BC6" w:rsidRDefault="00654762" w:rsidP="000436D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="000436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B6282">
              <w:rPr>
                <w:rFonts w:ascii="Arial" w:hAnsi="Arial" w:cs="Arial"/>
                <w:sz w:val="28"/>
                <w:szCs w:val="28"/>
              </w:rPr>
              <w:t>ou A</w:t>
            </w:r>
            <w:r w:rsidR="000436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B6282">
              <w:rPr>
                <w:rFonts w:ascii="Arial" w:hAnsi="Arial" w:cs="Arial"/>
                <w:sz w:val="28"/>
                <w:szCs w:val="28"/>
              </w:rPr>
              <w:t>ou E</w:t>
            </w:r>
          </w:p>
        </w:tc>
        <w:tc>
          <w:tcPr>
            <w:tcW w:w="1276" w:type="dxa"/>
            <w:shd w:val="clear" w:color="auto" w:fill="auto"/>
          </w:tcPr>
          <w:p w:rsidR="00532527" w:rsidRDefault="00532527" w:rsidP="004739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54762" w:rsidRPr="00C12BC6" w:rsidRDefault="00654762" w:rsidP="0047398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A49D6">
              <w:rPr>
                <w:noProof/>
                <w:lang w:eastAsia="fr-FR"/>
              </w:rPr>
              <w:drawing>
                <wp:inline distT="0" distB="0" distL="0" distR="0" wp14:anchorId="0CC7A44C" wp14:editId="61F6A8E9">
                  <wp:extent cx="323850" cy="323850"/>
                  <wp:effectExtent l="0" t="0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527" b="163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BC6">
              <w:rPr>
                <w:rFonts w:ascii="Arial" w:hAnsi="Arial" w:cs="Arial"/>
                <w:sz w:val="20"/>
                <w:szCs w:val="20"/>
              </w:rPr>
              <w:t xml:space="preserve"> Systèmes d’éclairage</w:t>
            </w:r>
          </w:p>
        </w:tc>
        <w:tc>
          <w:tcPr>
            <w:tcW w:w="1262" w:type="dxa"/>
            <w:shd w:val="clear" w:color="auto" w:fill="auto"/>
          </w:tcPr>
          <w:p w:rsidR="00532527" w:rsidRDefault="00532527" w:rsidP="004739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54762" w:rsidRPr="00A11624" w:rsidRDefault="00654762" w:rsidP="004739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217078A" wp14:editId="088903D7">
                  <wp:extent cx="371475" cy="333375"/>
                  <wp:effectExtent l="0" t="0" r="9525" b="9525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Systèmes motorisés</w:t>
            </w:r>
          </w:p>
        </w:tc>
        <w:tc>
          <w:tcPr>
            <w:tcW w:w="1147" w:type="dxa"/>
            <w:shd w:val="clear" w:color="auto" w:fill="auto"/>
          </w:tcPr>
          <w:p w:rsidR="00654762" w:rsidRPr="00C12BC6" w:rsidRDefault="00654762" w:rsidP="004739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54762" w:rsidRPr="00C12BC6" w:rsidRDefault="00654762" w:rsidP="0047398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314325" cy="314325"/>
                  <wp:effectExtent l="0" t="0" r="9525" b="9525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BC6">
              <w:rPr>
                <w:rFonts w:ascii="Arial" w:hAnsi="Arial" w:cs="Arial"/>
                <w:sz w:val="20"/>
                <w:szCs w:val="20"/>
              </w:rPr>
              <w:t xml:space="preserve"> Système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12BC6">
              <w:rPr>
                <w:rFonts w:ascii="Arial" w:hAnsi="Arial" w:cs="Arial"/>
                <w:sz w:val="20"/>
                <w:szCs w:val="20"/>
              </w:rPr>
              <w:t xml:space="preserve"> de chauffage</w:t>
            </w:r>
          </w:p>
        </w:tc>
        <w:tc>
          <w:tcPr>
            <w:tcW w:w="1263" w:type="dxa"/>
            <w:shd w:val="clear" w:color="auto" w:fill="auto"/>
          </w:tcPr>
          <w:p w:rsidR="00532527" w:rsidRDefault="00532527" w:rsidP="00473982">
            <w:pPr>
              <w:jc w:val="center"/>
              <w:rPr>
                <w:noProof/>
                <w:lang w:eastAsia="fr-FR"/>
              </w:rPr>
            </w:pPr>
          </w:p>
          <w:p w:rsidR="00654762" w:rsidRPr="00A11624" w:rsidRDefault="00654762" w:rsidP="004739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9D6">
              <w:rPr>
                <w:noProof/>
                <w:lang w:eastAsia="fr-FR"/>
              </w:rPr>
              <w:drawing>
                <wp:inline distT="0" distB="0" distL="0" distR="0">
                  <wp:extent cx="304800" cy="333375"/>
                  <wp:effectExtent l="0" t="0" r="0" b="952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BC6">
              <w:rPr>
                <w:rFonts w:ascii="Arial" w:hAnsi="Arial" w:cs="Arial"/>
                <w:sz w:val="20"/>
                <w:szCs w:val="20"/>
              </w:rPr>
              <w:t xml:space="preserve"> Sécurité </w:t>
            </w:r>
            <w:r>
              <w:rPr>
                <w:rFonts w:ascii="Arial" w:hAnsi="Arial" w:cs="Arial"/>
                <w:sz w:val="20"/>
                <w:szCs w:val="20"/>
              </w:rPr>
              <w:t>intrusion</w:t>
            </w:r>
          </w:p>
        </w:tc>
        <w:tc>
          <w:tcPr>
            <w:tcW w:w="1276" w:type="dxa"/>
            <w:shd w:val="clear" w:color="auto" w:fill="auto"/>
          </w:tcPr>
          <w:p w:rsidR="00532527" w:rsidRDefault="00532527" w:rsidP="00532527">
            <w:pPr>
              <w:jc w:val="center"/>
              <w:rPr>
                <w:noProof/>
                <w:lang w:eastAsia="fr-FR"/>
              </w:rPr>
            </w:pPr>
          </w:p>
          <w:p w:rsidR="00654762" w:rsidRPr="00A11624" w:rsidRDefault="00654762" w:rsidP="00532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t xml:space="preserve"> </w:t>
            </w:r>
            <w:r w:rsidRPr="00CA49D6">
              <w:rPr>
                <w:noProof/>
                <w:lang w:eastAsia="fr-FR"/>
              </w:rPr>
              <w:drawing>
                <wp:inline distT="0" distB="0" distL="0" distR="0">
                  <wp:extent cx="295275" cy="304800"/>
                  <wp:effectExtent l="0" t="0" r="952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BC6">
              <w:rPr>
                <w:rFonts w:ascii="Arial" w:hAnsi="Arial" w:cs="Arial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écurité domestique</w:t>
            </w:r>
          </w:p>
        </w:tc>
      </w:tr>
      <w:tr w:rsidR="00654762" w:rsidRPr="00CF46D3" w:rsidTr="00473982">
        <w:trPr>
          <w:trHeight w:val="300"/>
          <w:jc w:val="center"/>
        </w:trPr>
        <w:tc>
          <w:tcPr>
            <w:tcW w:w="1980" w:type="dxa"/>
            <w:shd w:val="clear" w:color="auto" w:fill="auto"/>
          </w:tcPr>
          <w:p w:rsidR="00654762" w:rsidRPr="00CF46D3" w:rsidRDefault="00654762" w:rsidP="004739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46D3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2527">
              <w:rPr>
                <w:rFonts w:ascii="Arial" w:hAnsi="Arial" w:cs="Arial"/>
                <w:sz w:val="20"/>
                <w:szCs w:val="20"/>
              </w:rPr>
              <w:t xml:space="preserve">lumière </w:t>
            </w:r>
            <w:r w:rsidRPr="00CF46D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62" w:type="dxa"/>
            <w:shd w:val="clear" w:color="auto" w:fill="auto"/>
          </w:tcPr>
          <w:p w:rsidR="00654762" w:rsidRPr="00CF46D3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:rsidR="00654762" w:rsidRPr="00CF46D3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 w:rsidR="00654762" w:rsidRPr="00CF46D3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54762" w:rsidRPr="00C12BC6" w:rsidTr="00473982">
        <w:trPr>
          <w:cantSplit/>
          <w:trHeight w:val="368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762" w:rsidRPr="00FF6B4E" w:rsidRDefault="00532527" w:rsidP="004739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 lumière </w:t>
            </w:r>
            <w:r w:rsidR="00654762" w:rsidRPr="00CF46D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BC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54762" w:rsidRPr="00C12BC6" w:rsidTr="00473982">
        <w:trPr>
          <w:cantSplit/>
          <w:trHeight w:val="368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762" w:rsidRDefault="00654762" w:rsidP="005325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="00532527">
              <w:rPr>
                <w:rFonts w:ascii="Arial" w:hAnsi="Arial" w:cs="Arial"/>
                <w:sz w:val="20"/>
                <w:szCs w:val="20"/>
              </w:rPr>
              <w:t>variateur de lumière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762" w:rsidRPr="00C12BC6" w:rsidTr="00473982">
        <w:trPr>
          <w:cantSplit/>
          <w:trHeight w:val="368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762" w:rsidRDefault="00654762" w:rsidP="005325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="00532527">
              <w:rPr>
                <w:rFonts w:ascii="Arial" w:hAnsi="Arial" w:cs="Arial"/>
                <w:sz w:val="20"/>
                <w:szCs w:val="20"/>
              </w:rPr>
              <w:t>variateur de lumière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762" w:rsidRPr="00C12BC6" w:rsidTr="00473982">
        <w:trPr>
          <w:cantSplit/>
          <w:trHeight w:val="340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762" w:rsidRPr="00FF6B4E" w:rsidRDefault="00532527" w:rsidP="004739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 radiateur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BC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762" w:rsidRPr="00C12BC6" w:rsidTr="00473982">
        <w:trPr>
          <w:cantSplit/>
          <w:trHeight w:val="340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thermostat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762" w:rsidRPr="00C12BC6" w:rsidTr="00473982">
        <w:trPr>
          <w:cantSplit/>
          <w:trHeight w:val="340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762" w:rsidRPr="00C12BC6" w:rsidRDefault="00532527" w:rsidP="004739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interrupteur montée / descente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762" w:rsidRPr="00C12BC6" w:rsidTr="00473982">
        <w:trPr>
          <w:cantSplit/>
          <w:trHeight w:val="340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762" w:rsidRDefault="00532527" w:rsidP="004739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volet roulant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AB2D5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54762" w:rsidRPr="00C12BC6" w:rsidTr="00473982">
        <w:trPr>
          <w:cantSplit/>
          <w:trHeight w:val="340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762" w:rsidRDefault="00532527" w:rsidP="004739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détecteur mouvement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54762" w:rsidRPr="00C12BC6" w:rsidRDefault="00014DE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014DE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54762" w:rsidRPr="00C12BC6" w:rsidTr="00473982">
        <w:trPr>
          <w:cantSplit/>
          <w:trHeight w:val="340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762" w:rsidRDefault="00E53359" w:rsidP="004739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détecteur porte</w:t>
            </w:r>
            <w:r w:rsidR="00532527">
              <w:rPr>
                <w:rFonts w:ascii="Arial" w:hAnsi="Arial" w:cs="Arial"/>
                <w:sz w:val="20"/>
                <w:szCs w:val="20"/>
              </w:rPr>
              <w:t xml:space="preserve"> ouverte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Default="00014DE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54762" w:rsidRPr="00C12BC6" w:rsidRDefault="00014DE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762" w:rsidRPr="00C12BC6" w:rsidTr="00473982">
        <w:trPr>
          <w:cantSplit/>
          <w:trHeight w:val="340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762" w:rsidRDefault="00E53359" w:rsidP="004739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détecteur de luminosité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762" w:rsidRPr="00C12BC6" w:rsidTr="00654762">
        <w:trPr>
          <w:cantSplit/>
          <w:trHeight w:val="340"/>
          <w:jc w:val="center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Default="00E53359" w:rsidP="004739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détecteur de fumée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54762" w:rsidRPr="00C12BC6" w:rsidTr="00654762">
        <w:trPr>
          <w:cantSplit/>
          <w:trHeight w:val="340"/>
          <w:jc w:val="center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E53359">
              <w:rPr>
                <w:rFonts w:ascii="Arial" w:hAnsi="Arial" w:cs="Arial"/>
                <w:sz w:val="20"/>
                <w:szCs w:val="20"/>
              </w:rPr>
              <w:t>sirène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Pr="00C12BC6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762" w:rsidRDefault="00654762" w:rsidP="004739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654762" w:rsidRDefault="00654762">
      <w:pPr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br w:type="page"/>
      </w:r>
    </w:p>
    <w:p w:rsidR="00654762" w:rsidRDefault="00643DAD" w:rsidP="00654762">
      <w:pPr>
        <w:spacing w:after="0" w:line="240" w:lineRule="auto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lastRenderedPageBreak/>
        <w:t>Séance 1</w:t>
      </w:r>
      <w:r w:rsidR="00654762">
        <w:rPr>
          <w:rFonts w:ascii="Arial" w:hAnsi="Arial" w:cs="Arial"/>
          <w:sz w:val="32"/>
          <w:szCs w:val="32"/>
          <w:u w:val="single"/>
        </w:rPr>
        <w:t xml:space="preserve"> </w:t>
      </w:r>
    </w:p>
    <w:p w:rsidR="00157F8E" w:rsidRPr="001F4234" w:rsidRDefault="001F4234" w:rsidP="001F4234">
      <w:pPr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1F4234">
        <w:rPr>
          <w:rFonts w:ascii="Arial" w:hAnsi="Arial" w:cs="Arial"/>
          <w:sz w:val="32"/>
          <w:szCs w:val="32"/>
          <w:u w:val="single"/>
        </w:rPr>
        <w:t>Capteur ou actionneur ?</w:t>
      </w:r>
    </w:p>
    <w:tbl>
      <w:tblPr>
        <w:tblStyle w:val="Grilledutableau"/>
        <w:tblpPr w:leftFromText="141" w:rightFromText="141" w:vertAnchor="text" w:horzAnchor="margin" w:tblpY="85"/>
        <w:tblW w:w="0" w:type="auto"/>
        <w:tblLook w:val="04A0" w:firstRow="1" w:lastRow="0" w:firstColumn="1" w:lastColumn="0" w:noHBand="0" w:noVBand="1"/>
      </w:tblPr>
      <w:tblGrid>
        <w:gridCol w:w="2830"/>
        <w:gridCol w:w="2410"/>
        <w:gridCol w:w="3119"/>
        <w:gridCol w:w="2097"/>
      </w:tblGrid>
      <w:tr w:rsidR="00F71D78" w:rsidTr="002F0A43">
        <w:tc>
          <w:tcPr>
            <w:tcW w:w="2830" w:type="dxa"/>
            <w:vAlign w:val="center"/>
          </w:tcPr>
          <w:p w:rsidR="0041580F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Objet visible</w:t>
            </w:r>
          </w:p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dans la maison</w:t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Symbole </w:t>
            </w:r>
            <w:r w:rsidR="0041580F">
              <w:rPr>
                <w:rFonts w:ascii="Arial" w:hAnsi="Arial" w:cs="Arial"/>
                <w:sz w:val="28"/>
                <w:szCs w:val="28"/>
              </w:rPr>
              <w:t xml:space="preserve">associé dans </w:t>
            </w:r>
            <w:r>
              <w:rPr>
                <w:rFonts w:ascii="Arial" w:hAnsi="Arial" w:cs="Arial"/>
                <w:sz w:val="28"/>
                <w:szCs w:val="28"/>
              </w:rPr>
              <w:t>la tablette</w:t>
            </w:r>
          </w:p>
        </w:tc>
        <w:tc>
          <w:tcPr>
            <w:tcW w:w="3119" w:type="dxa"/>
            <w:vAlign w:val="center"/>
          </w:tcPr>
          <w:p w:rsidR="00F71D78" w:rsidRDefault="00F71D78" w:rsidP="00F71D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Désignation</w:t>
            </w:r>
          </w:p>
          <w:p w:rsidR="00F71D78" w:rsidRDefault="00F71D78" w:rsidP="00F71D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 w:rsidR="00F71D78" w:rsidRDefault="00F71D78" w:rsidP="0065476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Capteur</w:t>
            </w:r>
          </w:p>
          <w:p w:rsidR="00654762" w:rsidRDefault="00654762" w:rsidP="0065476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ou</w:t>
            </w:r>
          </w:p>
          <w:p w:rsidR="00F71D78" w:rsidRDefault="00654762" w:rsidP="00F71D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  <w:r w:rsidR="00F71D78">
              <w:rPr>
                <w:rFonts w:ascii="Arial" w:hAnsi="Arial" w:cs="Arial"/>
                <w:sz w:val="28"/>
                <w:szCs w:val="28"/>
              </w:rPr>
              <w:t>ctionneur</w:t>
            </w:r>
            <w:r>
              <w:rPr>
                <w:rFonts w:ascii="Arial" w:hAnsi="Arial" w:cs="Arial"/>
                <w:sz w:val="28"/>
                <w:szCs w:val="28"/>
              </w:rPr>
              <w:t> ?</w:t>
            </w:r>
          </w:p>
        </w:tc>
      </w:tr>
      <w:tr w:rsidR="00F71D78" w:rsidTr="002F0A43">
        <w:trPr>
          <w:trHeight w:val="1288"/>
        </w:trPr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6F5331FA" wp14:editId="65B138A2">
                  <wp:extent cx="466725" cy="730006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avier_code2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496" cy="731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5AD67F95" wp14:editId="71E96412">
                  <wp:extent cx="330200" cy="4445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lavier_cod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rPr>
          <w:trHeight w:val="977"/>
        </w:trPr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21B10ACA" wp14:editId="1FF7B1CA">
                  <wp:extent cx="962025" cy="565514"/>
                  <wp:effectExtent l="0" t="0" r="0" b="635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thermostat2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011" cy="57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7C6C5404" wp14:editId="62E02226">
                  <wp:extent cx="406400" cy="393700"/>
                  <wp:effectExtent l="0" t="0" r="0" b="635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hermostat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9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rPr>
          <w:trHeight w:val="919"/>
        </w:trPr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4B8B0005" wp14:editId="2E8C8F18">
                  <wp:extent cx="647700" cy="508000"/>
                  <wp:effectExtent l="0" t="0" r="0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etect_fumee2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615A45F0" wp14:editId="5F39E732">
                  <wp:extent cx="431800" cy="457200"/>
                  <wp:effectExtent l="0" t="0" r="635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etect_fume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rPr>
          <w:trHeight w:val="1087"/>
        </w:trPr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706B0ACF" wp14:editId="558AA11B">
                  <wp:extent cx="476250" cy="6350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detecteur_mouv3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7051754E" wp14:editId="000E2F5F">
                  <wp:extent cx="431800" cy="444500"/>
                  <wp:effectExtent l="0" t="0" r="635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etecteur_mouv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rPr>
          <w:trHeight w:val="931"/>
        </w:trPr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B3BF0B5" wp14:editId="058E1525">
                  <wp:extent cx="476250" cy="47625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etecteur_lum2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6CDCED6" wp14:editId="1084A988">
                  <wp:extent cx="482600" cy="469900"/>
                  <wp:effectExtent l="0" t="0" r="0" b="635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etecteur_lum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4C688C50" wp14:editId="61DBC4F5">
                  <wp:extent cx="676275" cy="581025"/>
                  <wp:effectExtent l="0" t="0" r="9525" b="952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tect_porte2.jpg"/>
                          <pic:cNvPicPr/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00" t="16439" r="18437" b="20890"/>
                          <a:stretch/>
                        </pic:blipFill>
                        <pic:spPr bwMode="auto">
                          <a:xfrm>
                            <a:off x="0" y="0"/>
                            <a:ext cx="676275" cy="581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471FDA6C" wp14:editId="2C0B3EE5">
                  <wp:extent cx="431800" cy="469900"/>
                  <wp:effectExtent l="0" t="0" r="6350" b="635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etect_porte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rPr>
          <w:trHeight w:val="1035"/>
        </w:trPr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4678B2FA" wp14:editId="1F770E38">
                  <wp:extent cx="618320" cy="61087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nter_lumiere2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354" cy="616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5693550" wp14:editId="202F1608">
                  <wp:extent cx="406400" cy="4445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nter_lumiere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rPr>
          <w:trHeight w:val="979"/>
        </w:trPr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496CEDD3" wp14:editId="72EC84FA">
                  <wp:extent cx="609600" cy="523539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ter_montee_descente2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24" cy="536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014DE2" w:rsidP="004158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469900" cy="495300"/>
                  <wp:effectExtent l="0" t="0" r="6350" b="0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nter_montee_descente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rPr>
          <w:trHeight w:val="866"/>
        </w:trPr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552450" cy="481924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lumiere2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559" cy="482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431800" cy="431800"/>
                  <wp:effectExtent l="0" t="0" r="635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lumiere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rPr>
          <w:trHeight w:val="821"/>
        </w:trPr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128B1126" wp14:editId="7C1D93B3">
                  <wp:extent cx="1457325" cy="449568"/>
                  <wp:effectExtent l="0" t="0" r="0" b="825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ortail_entree2.jpg"/>
                          <pic:cNvPicPr/>
                        </pic:nvPicPr>
                        <pic:blipFill>
                          <a:blip r:embed="rId3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72" cy="462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15B84360" wp14:editId="58FD6B67">
                  <wp:extent cx="457200" cy="393700"/>
                  <wp:effectExtent l="0" t="0" r="0" b="635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ortail_entree.jp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39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0D0E2ABC" wp14:editId="738A1961">
                  <wp:extent cx="638175" cy="644980"/>
                  <wp:effectExtent l="0" t="0" r="0" b="317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orte garage_inter2.jpg"/>
                          <pic:cNvPicPr/>
                        </pic:nvPicPr>
                        <pic:blipFill>
                          <a:blip r:embed="rId3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5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712" cy="65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13FC8917" wp14:editId="5A23EBBB">
                  <wp:extent cx="406400" cy="406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orte garage.jpg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415290" cy="466250"/>
                  <wp:effectExtent l="0" t="0" r="381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radiateur2.jpg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564" cy="46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520700" cy="4953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radiateur.jpg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7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rPr>
          <w:trHeight w:val="816"/>
        </w:trPr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571500" cy="420538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sirene2.jpg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392" cy="421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469900" cy="444500"/>
                  <wp:effectExtent l="0" t="0" r="635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sirene.jpg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1D78" w:rsidTr="002F0A43">
        <w:tc>
          <w:tcPr>
            <w:tcW w:w="283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52C7841" wp14:editId="060E141B">
                  <wp:extent cx="838200" cy="610071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volet_roulant2.jpg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036" cy="613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F71D78" w:rsidRDefault="00F71D78" w:rsidP="0041580F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5E61BA02" wp14:editId="6629BE68">
                  <wp:extent cx="406400" cy="4445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volet_roulant.jpg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97" w:type="dxa"/>
          </w:tcPr>
          <w:p w:rsidR="00F71D78" w:rsidRDefault="00F71D78" w:rsidP="00F7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52CCF" w:rsidRDefault="00352CCF" w:rsidP="001114C3">
      <w:pPr>
        <w:spacing w:after="0" w:line="240" w:lineRule="auto"/>
        <w:rPr>
          <w:rFonts w:ascii="Arial" w:hAnsi="Arial" w:cs="Arial"/>
          <w:sz w:val="28"/>
          <w:szCs w:val="28"/>
        </w:rPr>
        <w:sectPr w:rsidR="00352CCF" w:rsidSect="001114C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54762" w:rsidRDefault="00643DAD" w:rsidP="00654762">
      <w:pPr>
        <w:spacing w:after="0" w:line="240" w:lineRule="auto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lastRenderedPageBreak/>
        <w:t>Séance 2</w:t>
      </w:r>
    </w:p>
    <w:p w:rsidR="00C52D8C" w:rsidRPr="00B4664B" w:rsidRDefault="006452A2" w:rsidP="001F4234">
      <w:pPr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B4664B">
        <w:rPr>
          <w:rFonts w:ascii="Arial" w:hAnsi="Arial" w:cs="Arial"/>
          <w:sz w:val="32"/>
          <w:szCs w:val="32"/>
          <w:u w:val="single"/>
        </w:rPr>
        <w:t>Comment commander plusieurs volets roulants en même temps</w:t>
      </w:r>
      <w:r w:rsidR="00862820" w:rsidRPr="00B4664B">
        <w:rPr>
          <w:rFonts w:ascii="Arial" w:hAnsi="Arial" w:cs="Arial"/>
          <w:sz w:val="32"/>
          <w:szCs w:val="32"/>
          <w:u w:val="single"/>
        </w:rPr>
        <w:t> ?</w:t>
      </w:r>
    </w:p>
    <w:p w:rsidR="00B7485C" w:rsidRDefault="00B7485C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:rsidR="00B7485C" w:rsidRDefault="00B7485C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:rsidR="003877B8" w:rsidRPr="00352CCF" w:rsidRDefault="00B4664B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352CCF">
        <w:rPr>
          <w:rFonts w:ascii="Arial" w:hAnsi="Arial" w:cs="Arial"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65408" behindDoc="0" locked="0" layoutInCell="1" allowOverlap="1" wp14:anchorId="3C088979" wp14:editId="2E8EAB25">
            <wp:simplePos x="0" y="0"/>
            <wp:positionH relativeFrom="column">
              <wp:posOffset>4362450</wp:posOffset>
            </wp:positionH>
            <wp:positionV relativeFrom="paragraph">
              <wp:posOffset>32385</wp:posOffset>
            </wp:positionV>
            <wp:extent cx="469900" cy="495300"/>
            <wp:effectExtent l="0" t="0" r="6350" b="0"/>
            <wp:wrapNone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nter_montee_descente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2CCF" w:rsidRPr="00352CCF">
        <w:rPr>
          <w:rFonts w:ascii="Arial" w:hAnsi="Arial" w:cs="Arial"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66432" behindDoc="0" locked="0" layoutInCell="1" allowOverlap="1" wp14:anchorId="729DA9AD" wp14:editId="2583392D">
            <wp:simplePos x="0" y="0"/>
            <wp:positionH relativeFrom="column">
              <wp:posOffset>5610225</wp:posOffset>
            </wp:positionH>
            <wp:positionV relativeFrom="paragraph">
              <wp:posOffset>51435</wp:posOffset>
            </wp:positionV>
            <wp:extent cx="406400" cy="444500"/>
            <wp:effectExtent l="0" t="0" r="0" b="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volet_roulant.jp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2CCF" w:rsidRPr="00352CCF">
        <w:rPr>
          <w:rFonts w:ascii="Arial" w:hAnsi="Arial" w:cs="Arial"/>
          <w:sz w:val="28"/>
          <w:szCs w:val="28"/>
          <w:u w:val="single"/>
        </w:rPr>
        <w:t xml:space="preserve">La </w:t>
      </w:r>
      <w:r w:rsidR="00B7485C">
        <w:rPr>
          <w:rFonts w:ascii="Arial" w:hAnsi="Arial" w:cs="Arial"/>
          <w:sz w:val="28"/>
          <w:szCs w:val="28"/>
          <w:u w:val="single"/>
        </w:rPr>
        <w:t>commande d’un volet roulant</w:t>
      </w:r>
      <w:r w:rsidR="00352CCF" w:rsidRPr="00352CCF">
        <w:rPr>
          <w:rFonts w:ascii="Arial" w:hAnsi="Arial" w:cs="Arial"/>
          <w:sz w:val="28"/>
          <w:szCs w:val="28"/>
          <w:u w:val="single"/>
        </w:rPr>
        <w:t> :</w:t>
      </w:r>
    </w:p>
    <w:p w:rsidR="00352CCF" w:rsidRDefault="00352CCF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1270</wp:posOffset>
                </wp:positionV>
                <wp:extent cx="476250" cy="219075"/>
                <wp:effectExtent l="0" t="19050" r="38100" b="47625"/>
                <wp:wrapNone/>
                <wp:docPr id="51" name="Flèche droi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190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99F93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51" o:spid="_x0000_s1026" type="#_x0000_t13" style="position:absolute;margin-left:390pt;margin-top:.1pt;width:37.5pt;height:1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" adj="16632" fillcolor="#5b9bd5 [3204]" strokecolor="#1f4d78 [1604]" strokeweight="1pt"/>
            </w:pict>
          </mc:Fallback>
        </mc:AlternateContent>
      </w:r>
      <w:r w:rsidR="00B4664B">
        <w:rPr>
          <w:rFonts w:ascii="Arial" w:hAnsi="Arial" w:cs="Arial"/>
          <w:sz w:val="28"/>
          <w:szCs w:val="28"/>
        </w:rPr>
        <w:t>En m</w:t>
      </w:r>
      <w:r>
        <w:rPr>
          <w:rFonts w:ascii="Arial" w:hAnsi="Arial" w:cs="Arial"/>
          <w:sz w:val="28"/>
          <w:szCs w:val="28"/>
        </w:rPr>
        <w:t>ode direct par interrupteur « montée – descente »</w:t>
      </w:r>
    </w:p>
    <w:p w:rsidR="00352CCF" w:rsidRDefault="00352CCF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7485C" w:rsidRDefault="00B7485C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:rsidR="00654762" w:rsidRPr="00654762" w:rsidRDefault="00B7485C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654762">
        <w:rPr>
          <w:rFonts w:ascii="Arial" w:hAnsi="Arial" w:cs="Arial"/>
          <w:sz w:val="28"/>
          <w:szCs w:val="28"/>
          <w:u w:val="single"/>
        </w:rPr>
        <w:t xml:space="preserve">Pour commander plusieurs </w:t>
      </w:r>
      <w:r w:rsidR="00B4664B" w:rsidRPr="00654762">
        <w:rPr>
          <w:rFonts w:ascii="Arial" w:hAnsi="Arial" w:cs="Arial"/>
          <w:sz w:val="28"/>
          <w:szCs w:val="28"/>
          <w:u w:val="single"/>
        </w:rPr>
        <w:t>volets roulants simultanément</w:t>
      </w:r>
      <w:r w:rsidR="00654762" w:rsidRPr="00654762">
        <w:rPr>
          <w:rFonts w:ascii="Arial" w:hAnsi="Arial" w:cs="Arial"/>
          <w:sz w:val="28"/>
          <w:szCs w:val="28"/>
          <w:u w:val="single"/>
        </w:rPr>
        <w:t> :</w:t>
      </w:r>
    </w:p>
    <w:p w:rsidR="00B4664B" w:rsidRDefault="00B7485C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B4664B">
        <w:rPr>
          <w:rFonts w:ascii="Arial" w:hAnsi="Arial" w:cs="Arial"/>
          <w:sz w:val="28"/>
          <w:szCs w:val="28"/>
        </w:rPr>
        <w:t xml:space="preserve">2 solutions sont possibles en mode programmation à l’aide de la tablette, </w:t>
      </w:r>
    </w:p>
    <w:p w:rsidR="00B4664B" w:rsidRDefault="00BB531A" w:rsidP="00B4664B">
      <w:pPr>
        <w:spacing w:after="0" w:line="240" w:lineRule="auto"/>
        <w:ind w:left="708" w:firstLine="708"/>
        <w:rPr>
          <w:rFonts w:ascii="Arial" w:hAnsi="Arial" w:cs="Arial"/>
          <w:sz w:val="28"/>
          <w:szCs w:val="28"/>
        </w:rPr>
      </w:pPr>
      <w:r w:rsidRPr="00B4664B">
        <w:rPr>
          <w:rFonts w:ascii="Arial" w:hAnsi="Arial" w:cs="Arial"/>
          <w:sz w:val="28"/>
          <w:szCs w:val="28"/>
        </w:rPr>
        <w:t>Soit</w:t>
      </w:r>
      <w:r w:rsidR="00654762">
        <w:rPr>
          <w:rFonts w:ascii="Arial" w:hAnsi="Arial" w:cs="Arial"/>
          <w:sz w:val="28"/>
          <w:szCs w:val="28"/>
        </w:rPr>
        <w:t xml:space="preserve"> les volets</w:t>
      </w:r>
      <w:r w:rsidR="00B7485C" w:rsidRPr="00B4664B">
        <w:rPr>
          <w:rFonts w:ascii="Arial" w:hAnsi="Arial" w:cs="Arial"/>
          <w:sz w:val="28"/>
          <w:szCs w:val="28"/>
        </w:rPr>
        <w:t xml:space="preserve"> s’ouvrent et se ferment à une heure déterminée</w:t>
      </w:r>
    </w:p>
    <w:p w:rsidR="00B7485C" w:rsidRPr="00B4664B" w:rsidRDefault="00BB531A" w:rsidP="00B4664B">
      <w:pPr>
        <w:spacing w:after="0" w:line="240" w:lineRule="auto"/>
        <w:ind w:left="708" w:firstLine="708"/>
        <w:rPr>
          <w:rFonts w:ascii="Arial" w:hAnsi="Arial" w:cs="Arial"/>
          <w:sz w:val="28"/>
          <w:szCs w:val="28"/>
        </w:rPr>
      </w:pPr>
      <w:r w:rsidRPr="00B4664B">
        <w:rPr>
          <w:rFonts w:ascii="Arial" w:hAnsi="Arial" w:cs="Arial"/>
          <w:sz w:val="28"/>
          <w:szCs w:val="28"/>
        </w:rPr>
        <w:t>Soit</w:t>
      </w:r>
      <w:r w:rsidR="00654762">
        <w:rPr>
          <w:rFonts w:ascii="Arial" w:hAnsi="Arial" w:cs="Arial"/>
          <w:sz w:val="28"/>
          <w:szCs w:val="28"/>
        </w:rPr>
        <w:t xml:space="preserve"> les volets</w:t>
      </w:r>
      <w:r w:rsidR="00B7485C" w:rsidRPr="00B4664B">
        <w:rPr>
          <w:rFonts w:ascii="Arial" w:hAnsi="Arial" w:cs="Arial"/>
          <w:sz w:val="28"/>
          <w:szCs w:val="28"/>
        </w:rPr>
        <w:t xml:space="preserve"> sont commandés par </w:t>
      </w:r>
      <w:r w:rsidR="00B4664B">
        <w:rPr>
          <w:rFonts w:ascii="Arial" w:hAnsi="Arial" w:cs="Arial"/>
          <w:sz w:val="28"/>
          <w:szCs w:val="28"/>
        </w:rPr>
        <w:t xml:space="preserve">une personne </w:t>
      </w:r>
      <w:r w:rsidR="00B4664B" w:rsidRPr="00B4664B">
        <w:rPr>
          <w:rFonts w:ascii="Arial" w:hAnsi="Arial" w:cs="Arial"/>
          <w:sz w:val="28"/>
          <w:szCs w:val="28"/>
        </w:rPr>
        <w:t xml:space="preserve"> à l’aide </w:t>
      </w:r>
      <w:r w:rsidR="00B4664B">
        <w:rPr>
          <w:rFonts w:ascii="Arial" w:hAnsi="Arial" w:cs="Arial"/>
          <w:sz w:val="28"/>
          <w:szCs w:val="28"/>
        </w:rPr>
        <w:t xml:space="preserve">de </w:t>
      </w:r>
      <w:r w:rsidR="00B4664B" w:rsidRPr="00B4664B">
        <w:rPr>
          <w:rFonts w:ascii="Arial" w:hAnsi="Arial" w:cs="Arial"/>
          <w:sz w:val="28"/>
          <w:szCs w:val="28"/>
        </w:rPr>
        <w:t xml:space="preserve">la radiocommande programmable </w:t>
      </w:r>
      <w:r w:rsidR="00B4664B">
        <w:rPr>
          <w:rFonts w:ascii="Arial" w:hAnsi="Arial" w:cs="Arial"/>
          <w:sz w:val="28"/>
          <w:szCs w:val="28"/>
        </w:rPr>
        <w:t>avec la tablette</w:t>
      </w:r>
      <w:r w:rsidR="00B4664B" w:rsidRPr="00B4664B">
        <w:rPr>
          <w:rFonts w:ascii="Arial" w:hAnsi="Arial" w:cs="Arial"/>
          <w:sz w:val="28"/>
          <w:szCs w:val="28"/>
        </w:rPr>
        <w:t>.</w:t>
      </w:r>
    </w:p>
    <w:p w:rsidR="00B7485C" w:rsidRDefault="00B7485C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:rsidR="00B7485C" w:rsidRDefault="00B7485C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:rsidR="00352CCF" w:rsidRDefault="00352CCF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727EB6">
        <w:rPr>
          <w:rFonts w:ascii="Arial" w:hAnsi="Arial" w:cs="Arial"/>
          <w:sz w:val="28"/>
          <w:szCs w:val="28"/>
          <w:u w:val="single"/>
        </w:rPr>
        <w:t>Mode programmation simple en fonction de l’heure</w:t>
      </w:r>
      <w:r w:rsidR="00BB531A">
        <w:rPr>
          <w:rFonts w:ascii="Arial" w:hAnsi="Arial" w:cs="Arial"/>
          <w:sz w:val="28"/>
          <w:szCs w:val="28"/>
          <w:u w:val="single"/>
        </w:rPr>
        <w:t> :</w:t>
      </w:r>
    </w:p>
    <w:p w:rsidR="00BB531A" w:rsidRPr="00727EB6" w:rsidRDefault="00BB531A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tbl>
      <w:tblPr>
        <w:tblStyle w:val="Grilledutableau"/>
        <w:tblW w:w="155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1104"/>
        <w:gridCol w:w="5138"/>
        <w:gridCol w:w="1026"/>
        <w:gridCol w:w="5353"/>
      </w:tblGrid>
      <w:tr w:rsidR="00727EB6" w:rsidTr="0011346A">
        <w:tc>
          <w:tcPr>
            <w:tcW w:w="2972" w:type="dxa"/>
          </w:tcPr>
          <w:p w:rsidR="00433DEA" w:rsidRDefault="00433DEA" w:rsidP="00727E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27EB6" w:rsidRDefault="00727EB6" w:rsidP="00727E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56B96DB2" wp14:editId="22B22340">
                  <wp:extent cx="571500" cy="571500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mode_tablette.jpg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7EB6" w:rsidRDefault="00727EB6" w:rsidP="00727EB6">
            <w:pPr>
              <w:rPr>
                <w:rFonts w:ascii="Arial" w:hAnsi="Arial" w:cs="Arial"/>
                <w:sz w:val="28"/>
                <w:szCs w:val="28"/>
              </w:rPr>
            </w:pPr>
          </w:p>
          <w:p w:rsidR="00727EB6" w:rsidRDefault="00433DEA" w:rsidP="00727EB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Passage</w:t>
            </w:r>
            <w:r w:rsidR="00654762">
              <w:rPr>
                <w:rFonts w:ascii="Arial" w:hAnsi="Arial" w:cs="Arial"/>
                <w:sz w:val="28"/>
                <w:szCs w:val="28"/>
              </w:rPr>
              <w:t xml:space="preserve"> des</w:t>
            </w:r>
            <w:r w:rsidR="00727EB6">
              <w:rPr>
                <w:rFonts w:ascii="Arial" w:hAnsi="Arial" w:cs="Arial"/>
                <w:sz w:val="28"/>
                <w:szCs w:val="28"/>
              </w:rPr>
              <w:t xml:space="preserve"> volet</w:t>
            </w:r>
            <w:r w:rsidR="00654762">
              <w:rPr>
                <w:rFonts w:ascii="Arial" w:hAnsi="Arial" w:cs="Arial"/>
                <w:sz w:val="28"/>
                <w:szCs w:val="28"/>
              </w:rPr>
              <w:t>s choisis</w:t>
            </w:r>
            <w:r w:rsidR="00727EB6">
              <w:rPr>
                <w:rFonts w:ascii="Arial" w:hAnsi="Arial" w:cs="Arial"/>
                <w:sz w:val="28"/>
                <w:szCs w:val="28"/>
              </w:rPr>
              <w:t xml:space="preserve"> en fonction programmable</w:t>
            </w:r>
          </w:p>
          <w:p w:rsidR="00727EB6" w:rsidRDefault="00727EB6" w:rsidP="001114C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04" w:type="dxa"/>
          </w:tcPr>
          <w:p w:rsidR="00727EB6" w:rsidRDefault="00727EB6" w:rsidP="001114C3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  <w:p w:rsidR="00727EB6" w:rsidRDefault="00727EB6" w:rsidP="001114C3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  <w:p w:rsidR="00727EB6" w:rsidRDefault="00727EB6" w:rsidP="001114C3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  <w:p w:rsidR="00727EB6" w:rsidRDefault="00727EB6" w:rsidP="001114C3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20BEF700" wp14:editId="59168601">
                      <wp:extent cx="476250" cy="219075"/>
                      <wp:effectExtent l="0" t="19050" r="38100" b="47625"/>
                      <wp:docPr id="53" name="Flèche droit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190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27EB6" w:rsidRDefault="00727EB6" w:rsidP="00727EB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BEF700" id="Flèche droite 53" o:spid="_x0000_s1026" type="#_x0000_t13" style="width:37.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" adj="16632" fillcolor="#5b9bd5 [3204]" strokecolor="#1f4d78 [1604]" strokeweight="1pt">
                      <v:textbox>
                        <w:txbxContent>
                          <w:p w:rsidR="00727EB6" w:rsidRDefault="00727EB6" w:rsidP="00727EB6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138" w:type="dxa"/>
          </w:tcPr>
          <w:p w:rsidR="00727EB6" w:rsidRDefault="00417F25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73A4E793" wp14:editId="0152959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8890</wp:posOffset>
                  </wp:positionV>
                  <wp:extent cx="2857500" cy="1793081"/>
                  <wp:effectExtent l="0" t="0" r="0" b="0"/>
                  <wp:wrapNone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386" cy="1795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6" w:type="dxa"/>
          </w:tcPr>
          <w:p w:rsidR="00727EB6" w:rsidRDefault="00727EB6" w:rsidP="001114C3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  <w:p w:rsidR="00727EB6" w:rsidRDefault="00727EB6" w:rsidP="001114C3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  <w:p w:rsidR="00727EB6" w:rsidRDefault="00727EB6" w:rsidP="001114C3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  <w:p w:rsidR="00727EB6" w:rsidRDefault="00727EB6" w:rsidP="001114C3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  <w:p w:rsidR="00727EB6" w:rsidRDefault="00727EB6" w:rsidP="001114C3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1E2BFABF" wp14:editId="183F3DF7">
                      <wp:extent cx="476250" cy="219075"/>
                      <wp:effectExtent l="0" t="19050" r="38100" b="47625"/>
                      <wp:docPr id="54" name="Flèche droit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190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9A2C50" id="Flèche droite 54" o:spid="_x0000_s1026" type="#_x0000_t13" style="width:37.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" adj="16632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353" w:type="dxa"/>
          </w:tcPr>
          <w:p w:rsidR="00727EB6" w:rsidRDefault="00511A5A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952377" cy="1882140"/>
                  <wp:effectExtent l="0" t="0" r="635" b="381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4707" cy="1883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7EB6" w:rsidTr="0011346A">
        <w:tc>
          <w:tcPr>
            <w:tcW w:w="2972" w:type="dxa"/>
          </w:tcPr>
          <w:p w:rsidR="00727EB6" w:rsidRDefault="00727EB6" w:rsidP="001114C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04" w:type="dxa"/>
          </w:tcPr>
          <w:p w:rsidR="00727EB6" w:rsidRDefault="00727EB6" w:rsidP="001114C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8" w:type="dxa"/>
          </w:tcPr>
          <w:p w:rsidR="00727EB6" w:rsidRDefault="00727EB6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La tablette en position « </w:t>
            </w:r>
            <w:r w:rsidR="00B7485C">
              <w:rPr>
                <w:rFonts w:ascii="Arial" w:hAnsi="Arial" w:cs="Arial"/>
                <w:sz w:val="28"/>
                <w:szCs w:val="28"/>
              </w:rPr>
              <w:t>D</w:t>
            </w:r>
            <w:r w:rsidR="00417F25">
              <w:rPr>
                <w:rFonts w:ascii="Arial" w:hAnsi="Arial" w:cs="Arial"/>
                <w:sz w:val="28"/>
                <w:szCs w:val="28"/>
              </w:rPr>
              <w:t>ispositifs</w:t>
            </w:r>
            <w:r>
              <w:rPr>
                <w:rFonts w:ascii="Arial" w:hAnsi="Arial" w:cs="Arial"/>
                <w:sz w:val="28"/>
                <w:szCs w:val="28"/>
              </w:rPr>
              <w:t> »</w:t>
            </w:r>
          </w:p>
        </w:tc>
        <w:tc>
          <w:tcPr>
            <w:tcW w:w="1026" w:type="dxa"/>
          </w:tcPr>
          <w:p w:rsidR="00727EB6" w:rsidRDefault="00727EB6" w:rsidP="001114C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53" w:type="dxa"/>
          </w:tcPr>
          <w:p w:rsidR="00727EB6" w:rsidRDefault="00727EB6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la tablette en position « </w:t>
            </w:r>
            <w:r w:rsidR="00B7485C">
              <w:rPr>
                <w:rFonts w:ascii="Arial" w:hAnsi="Arial" w:cs="Arial"/>
                <w:sz w:val="28"/>
                <w:szCs w:val="28"/>
              </w:rPr>
              <w:t>S</w:t>
            </w:r>
            <w:r>
              <w:rPr>
                <w:rFonts w:ascii="Arial" w:hAnsi="Arial" w:cs="Arial"/>
                <w:sz w:val="28"/>
                <w:szCs w:val="28"/>
              </w:rPr>
              <w:t>cenarios »</w:t>
            </w:r>
          </w:p>
        </w:tc>
      </w:tr>
      <w:tr w:rsidR="00727EB6" w:rsidTr="0011346A">
        <w:tc>
          <w:tcPr>
            <w:tcW w:w="2972" w:type="dxa"/>
          </w:tcPr>
          <w:p w:rsidR="00727EB6" w:rsidRDefault="00727EB6" w:rsidP="001114C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04" w:type="dxa"/>
          </w:tcPr>
          <w:p w:rsidR="00727EB6" w:rsidRDefault="00727EB6" w:rsidP="001114C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8" w:type="dxa"/>
          </w:tcPr>
          <w:p w:rsidR="00727EB6" w:rsidRDefault="00417F25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727EB6">
              <w:rPr>
                <w:rFonts w:ascii="Arial" w:hAnsi="Arial" w:cs="Arial"/>
                <w:sz w:val="28"/>
                <w:szCs w:val="28"/>
              </w:rPr>
              <w:t xml:space="preserve"> volets sont programmables</w:t>
            </w:r>
          </w:p>
        </w:tc>
        <w:tc>
          <w:tcPr>
            <w:tcW w:w="1026" w:type="dxa"/>
          </w:tcPr>
          <w:p w:rsidR="00727EB6" w:rsidRDefault="00727EB6" w:rsidP="001114C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53" w:type="dxa"/>
          </w:tcPr>
          <w:p w:rsidR="00727EB6" w:rsidRDefault="00727EB6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Définition de l’heure d’ouverture</w:t>
            </w:r>
          </w:p>
          <w:p w:rsidR="00727EB6" w:rsidRDefault="00433DEA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</w:t>
            </w:r>
            <w:r w:rsidR="00727EB6">
              <w:rPr>
                <w:rFonts w:ascii="Arial" w:hAnsi="Arial" w:cs="Arial"/>
                <w:sz w:val="28"/>
                <w:szCs w:val="28"/>
              </w:rPr>
              <w:t>t de l’heure de fermeture</w:t>
            </w:r>
            <w:r w:rsidR="00D03D11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417F25">
              <w:rPr>
                <w:rFonts w:ascii="Arial" w:hAnsi="Arial" w:cs="Arial"/>
                <w:sz w:val="28"/>
                <w:szCs w:val="28"/>
              </w:rPr>
              <w:t xml:space="preserve">puis « accepter », </w:t>
            </w:r>
            <w:r w:rsidR="00D03D11">
              <w:rPr>
                <w:rFonts w:ascii="Arial" w:hAnsi="Arial" w:cs="Arial"/>
                <w:sz w:val="28"/>
                <w:szCs w:val="28"/>
              </w:rPr>
              <w:t>tout se fait alors automatiquement sans intervention des habitants.</w:t>
            </w:r>
          </w:p>
        </w:tc>
      </w:tr>
    </w:tbl>
    <w:p w:rsidR="00352CCF" w:rsidRDefault="00B7485C" w:rsidP="00B7485C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433DEA" w:rsidRPr="00433DEA">
        <w:rPr>
          <w:rFonts w:ascii="Arial" w:hAnsi="Arial" w:cs="Arial"/>
          <w:sz w:val="28"/>
          <w:szCs w:val="28"/>
          <w:u w:val="single"/>
        </w:rPr>
        <w:lastRenderedPageBreak/>
        <w:t>Mode programmation simple avec commande par la télécommande</w:t>
      </w:r>
      <w:r w:rsidR="00BB531A">
        <w:rPr>
          <w:rFonts w:ascii="Arial" w:hAnsi="Arial" w:cs="Arial"/>
          <w:sz w:val="28"/>
          <w:szCs w:val="28"/>
          <w:u w:val="single"/>
        </w:rPr>
        <w:t> :</w:t>
      </w:r>
    </w:p>
    <w:p w:rsidR="00B7485C" w:rsidRPr="00433DEA" w:rsidRDefault="00B7485C" w:rsidP="00727EB6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tbl>
      <w:tblPr>
        <w:tblStyle w:val="Grilledutableau"/>
        <w:tblW w:w="15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0"/>
        <w:gridCol w:w="5528"/>
        <w:gridCol w:w="851"/>
        <w:gridCol w:w="6237"/>
      </w:tblGrid>
      <w:tr w:rsidR="001F6964" w:rsidTr="00B7485C">
        <w:tc>
          <w:tcPr>
            <w:tcW w:w="2122" w:type="dxa"/>
          </w:tcPr>
          <w:p w:rsidR="001F6964" w:rsidRDefault="00352CCF" w:rsidP="001F696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F6964"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15D8ACE8" wp14:editId="346DF81B">
                  <wp:extent cx="571500" cy="571500"/>
                  <wp:effectExtent l="0" t="0" r="0" b="0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mode_tablette.jpg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F6964" w:rsidRDefault="001F6964" w:rsidP="001F6964">
            <w:pPr>
              <w:rPr>
                <w:rFonts w:ascii="Arial" w:hAnsi="Arial" w:cs="Arial"/>
                <w:sz w:val="28"/>
                <w:szCs w:val="28"/>
              </w:rPr>
            </w:pPr>
          </w:p>
          <w:p w:rsidR="001F6964" w:rsidRDefault="00654762" w:rsidP="001F696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Passage des</w:t>
            </w:r>
            <w:r w:rsidR="001F6964">
              <w:rPr>
                <w:rFonts w:ascii="Arial" w:hAnsi="Arial" w:cs="Arial"/>
                <w:sz w:val="28"/>
                <w:szCs w:val="28"/>
              </w:rPr>
              <w:t xml:space="preserve"> volet</w:t>
            </w:r>
            <w:r>
              <w:rPr>
                <w:rFonts w:ascii="Arial" w:hAnsi="Arial" w:cs="Arial"/>
                <w:sz w:val="28"/>
                <w:szCs w:val="28"/>
              </w:rPr>
              <w:t>s</w:t>
            </w:r>
            <w:r w:rsidR="001F6964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choisis </w:t>
            </w:r>
            <w:r w:rsidR="001F6964">
              <w:rPr>
                <w:rFonts w:ascii="Arial" w:hAnsi="Arial" w:cs="Arial"/>
                <w:sz w:val="28"/>
                <w:szCs w:val="28"/>
              </w:rPr>
              <w:t>en fonction programmable</w:t>
            </w:r>
          </w:p>
          <w:p w:rsidR="001F6964" w:rsidRDefault="001F6964" w:rsidP="001F696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1F6964" w:rsidRDefault="001F6964" w:rsidP="001F6964">
            <w:pPr>
              <w:rPr>
                <w:rFonts w:ascii="Arial" w:hAnsi="Arial" w:cs="Arial"/>
                <w:sz w:val="28"/>
                <w:szCs w:val="28"/>
              </w:rPr>
            </w:pPr>
          </w:p>
          <w:p w:rsidR="001F6964" w:rsidRDefault="001F6964" w:rsidP="001F6964">
            <w:pPr>
              <w:rPr>
                <w:rFonts w:ascii="Arial" w:hAnsi="Arial" w:cs="Arial"/>
                <w:sz w:val="28"/>
                <w:szCs w:val="28"/>
              </w:rPr>
            </w:pPr>
          </w:p>
          <w:p w:rsidR="001F6964" w:rsidRDefault="001F6964" w:rsidP="001F6964">
            <w:pPr>
              <w:jc w:val="center"/>
            </w:pPr>
          </w:p>
          <w:p w:rsidR="001F6964" w:rsidRDefault="001F6964" w:rsidP="001F696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79D3E3A5" wp14:editId="50D127DA">
                      <wp:extent cx="390525" cy="304800"/>
                      <wp:effectExtent l="0" t="19050" r="47625" b="38100"/>
                      <wp:docPr id="58" name="Flèche droit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048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6964" w:rsidRDefault="001F6964" w:rsidP="001F696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D3E3A5" id="Flèche droite 58" o:spid="_x0000_s1027" type="#_x0000_t13" style="width:30.7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" adj="13171" fillcolor="#5b9bd5 [3204]" strokecolor="#1f4d78 [1604]" strokeweight="1pt">
                      <v:textbox>
                        <w:txbxContent>
                          <w:p w:rsidR="001F6964" w:rsidRDefault="001F6964" w:rsidP="001F6964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528" w:type="dxa"/>
          </w:tcPr>
          <w:p w:rsidR="001F6964" w:rsidRDefault="00417F25" w:rsidP="00417F2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1F82CD9D" wp14:editId="7816C7D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0</wp:posOffset>
                  </wp:positionV>
                  <wp:extent cx="3126740" cy="1962150"/>
                  <wp:effectExtent l="0" t="0" r="0" b="0"/>
                  <wp:wrapThrough wrapText="bothSides">
                    <wp:wrapPolygon edited="0">
                      <wp:start x="0" y="0"/>
                      <wp:lineTo x="0" y="21390"/>
                      <wp:lineTo x="21451" y="21390"/>
                      <wp:lineTo x="21451" y="0"/>
                      <wp:lineTo x="0" y="0"/>
                    </wp:wrapPolygon>
                  </wp:wrapThrough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674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1346A">
              <w:rPr>
                <w:rFonts w:ascii="Arial" w:hAnsi="Arial" w:cs="Arial"/>
                <w:sz w:val="28"/>
                <w:szCs w:val="28"/>
              </w:rPr>
              <w:t xml:space="preserve"> La </w:t>
            </w:r>
            <w:r w:rsidR="00B4664B">
              <w:rPr>
                <w:rFonts w:ascii="Arial" w:hAnsi="Arial" w:cs="Arial"/>
                <w:sz w:val="28"/>
                <w:szCs w:val="28"/>
              </w:rPr>
              <w:t>tablette en page</w:t>
            </w:r>
            <w:r>
              <w:rPr>
                <w:rFonts w:ascii="Arial" w:hAnsi="Arial" w:cs="Arial"/>
                <w:sz w:val="28"/>
                <w:szCs w:val="28"/>
              </w:rPr>
              <w:t xml:space="preserve"> « dispositifs</w:t>
            </w:r>
            <w:r w:rsidR="0011346A">
              <w:rPr>
                <w:rFonts w:ascii="Arial" w:hAnsi="Arial" w:cs="Arial"/>
                <w:sz w:val="28"/>
                <w:szCs w:val="28"/>
              </w:rPr>
              <w:t> »</w:t>
            </w:r>
            <w:r w:rsidR="00B4664B">
              <w:rPr>
                <w:rFonts w:ascii="Arial" w:hAnsi="Arial" w:cs="Arial"/>
                <w:sz w:val="28"/>
                <w:szCs w:val="28"/>
              </w:rPr>
              <w:t xml:space="preserve"> affiche les volets accessibles dans ce mode</w:t>
            </w:r>
          </w:p>
        </w:tc>
        <w:tc>
          <w:tcPr>
            <w:tcW w:w="851" w:type="dxa"/>
          </w:tcPr>
          <w:p w:rsidR="001F6964" w:rsidRDefault="001F6964" w:rsidP="001F6964">
            <w:pPr>
              <w:rPr>
                <w:rFonts w:ascii="Arial" w:hAnsi="Arial" w:cs="Arial"/>
                <w:sz w:val="28"/>
                <w:szCs w:val="28"/>
              </w:rPr>
            </w:pPr>
          </w:p>
          <w:p w:rsidR="001F6964" w:rsidRDefault="001F6964" w:rsidP="001F6964">
            <w:pPr>
              <w:rPr>
                <w:rFonts w:ascii="Arial" w:hAnsi="Arial" w:cs="Arial"/>
                <w:sz w:val="28"/>
                <w:szCs w:val="28"/>
              </w:rPr>
            </w:pPr>
          </w:p>
          <w:p w:rsidR="00862820" w:rsidRDefault="00862820" w:rsidP="001F6964">
            <w:pPr>
              <w:rPr>
                <w:rFonts w:ascii="Arial" w:hAnsi="Arial" w:cs="Arial"/>
                <w:sz w:val="28"/>
                <w:szCs w:val="28"/>
              </w:rPr>
            </w:pPr>
          </w:p>
          <w:p w:rsidR="001F6964" w:rsidRDefault="001F6964" w:rsidP="00B7485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1CFC7738" wp14:editId="1C764E2D">
                      <wp:extent cx="381000" cy="361950"/>
                      <wp:effectExtent l="0" t="19050" r="38100" b="38100"/>
                      <wp:docPr id="60" name="Flèche droit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619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960561" id="Flèche droite 60" o:spid="_x0000_s1026" type="#_x0000_t13" style="width:30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" adj="11340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37" w:type="dxa"/>
          </w:tcPr>
          <w:p w:rsidR="00B4664B" w:rsidRDefault="00417F25" w:rsidP="008628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3600" behindDoc="0" locked="0" layoutInCell="1" allowOverlap="1" wp14:anchorId="01A1DBFC" wp14:editId="3980F889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0</wp:posOffset>
                  </wp:positionV>
                  <wp:extent cx="3371850" cy="2048399"/>
                  <wp:effectExtent l="0" t="0" r="0" b="9525"/>
                  <wp:wrapThrough wrapText="bothSides">
                    <wp:wrapPolygon edited="0">
                      <wp:start x="0" y="0"/>
                      <wp:lineTo x="0" y="21500"/>
                      <wp:lineTo x="21478" y="21500"/>
                      <wp:lineTo x="21478" y="0"/>
                      <wp:lineTo x="0" y="0"/>
                    </wp:wrapPolygon>
                  </wp:wrapThrough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2048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2820" w:rsidRPr="00B7485C">
              <w:rPr>
                <w:rFonts w:ascii="Arial" w:hAnsi="Arial" w:cs="Arial"/>
                <w:sz w:val="28"/>
                <w:szCs w:val="28"/>
              </w:rPr>
              <w:t xml:space="preserve">Dans la page « scénarios », </w:t>
            </w:r>
          </w:p>
          <w:p w:rsidR="00B4664B" w:rsidRDefault="00B4664B" w:rsidP="008628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Définir un nouveau scénario « ouverture des volets » </w:t>
            </w:r>
          </w:p>
          <w:p w:rsidR="00862820" w:rsidRPr="00B7485C" w:rsidRDefault="00B4664B" w:rsidP="008628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puis </w:t>
            </w:r>
            <w:r w:rsidR="00417F25">
              <w:rPr>
                <w:rFonts w:ascii="Arial" w:hAnsi="Arial" w:cs="Arial"/>
                <w:sz w:val="28"/>
                <w:szCs w:val="28"/>
              </w:rPr>
              <w:t>choisir « Télécommande</w:t>
            </w:r>
            <w:r w:rsidR="00862820" w:rsidRPr="00B7485C">
              <w:rPr>
                <w:rFonts w:ascii="Arial" w:hAnsi="Arial" w:cs="Arial"/>
                <w:sz w:val="28"/>
                <w:szCs w:val="28"/>
              </w:rPr>
              <w:t xml:space="preserve"> » </w:t>
            </w:r>
          </w:p>
          <w:p w:rsidR="00B4664B" w:rsidRDefault="00862820" w:rsidP="0011346A">
            <w:pPr>
              <w:rPr>
                <w:rFonts w:ascii="Arial" w:hAnsi="Arial" w:cs="Arial"/>
                <w:sz w:val="28"/>
                <w:szCs w:val="28"/>
              </w:rPr>
            </w:pPr>
            <w:r w:rsidRPr="00B7485C">
              <w:rPr>
                <w:rFonts w:ascii="Arial" w:hAnsi="Arial" w:cs="Arial"/>
                <w:sz w:val="28"/>
                <w:szCs w:val="28"/>
              </w:rPr>
              <w:t>choisir le</w:t>
            </w:r>
            <w:r w:rsidR="00B7485C" w:rsidRPr="00B7485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4664B">
              <w:rPr>
                <w:rFonts w:ascii="Arial" w:hAnsi="Arial" w:cs="Arial"/>
                <w:sz w:val="28"/>
                <w:szCs w:val="28"/>
              </w:rPr>
              <w:t xml:space="preserve">numéro du </w:t>
            </w:r>
            <w:r w:rsidR="00B7485C" w:rsidRPr="00B7485C">
              <w:rPr>
                <w:rFonts w:ascii="Arial" w:hAnsi="Arial" w:cs="Arial"/>
                <w:sz w:val="28"/>
                <w:szCs w:val="28"/>
              </w:rPr>
              <w:t>bouton pour ouvrir</w:t>
            </w:r>
            <w:r w:rsidR="00B4664B">
              <w:rPr>
                <w:rFonts w:ascii="Arial" w:hAnsi="Arial" w:cs="Arial"/>
                <w:sz w:val="28"/>
                <w:szCs w:val="28"/>
              </w:rPr>
              <w:t xml:space="preserve"> « on »</w:t>
            </w:r>
            <w:r w:rsidR="00B7485C" w:rsidRPr="00B7485C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11346A" w:rsidRDefault="00B7485C" w:rsidP="0011346A">
            <w:pPr>
              <w:rPr>
                <w:rFonts w:ascii="Arial" w:hAnsi="Arial" w:cs="Arial"/>
                <w:sz w:val="28"/>
                <w:szCs w:val="28"/>
              </w:rPr>
            </w:pPr>
            <w:r w:rsidRPr="00B7485C">
              <w:rPr>
                <w:rFonts w:ascii="Arial" w:hAnsi="Arial" w:cs="Arial"/>
                <w:sz w:val="28"/>
                <w:szCs w:val="28"/>
              </w:rPr>
              <w:t xml:space="preserve">puis </w:t>
            </w:r>
            <w:r w:rsidR="00B4664B">
              <w:rPr>
                <w:rFonts w:ascii="Arial" w:hAnsi="Arial" w:cs="Arial"/>
                <w:sz w:val="28"/>
                <w:szCs w:val="28"/>
              </w:rPr>
              <w:t xml:space="preserve">choisir </w:t>
            </w:r>
            <w:r w:rsidRPr="00B7485C">
              <w:rPr>
                <w:rFonts w:ascii="Arial" w:hAnsi="Arial" w:cs="Arial"/>
                <w:sz w:val="28"/>
                <w:szCs w:val="28"/>
              </w:rPr>
              <w:t>les volets à commander</w:t>
            </w:r>
          </w:p>
          <w:p w:rsidR="00B7485C" w:rsidRDefault="00B4664B" w:rsidP="0011346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enregistrer la programmation avec « Accept</w:t>
            </w:r>
            <w:r w:rsidR="00417F25">
              <w:rPr>
                <w:rFonts w:ascii="Arial" w:hAnsi="Arial" w:cs="Arial"/>
                <w:sz w:val="28"/>
                <w:szCs w:val="28"/>
              </w:rPr>
              <w:t>er</w:t>
            </w:r>
            <w:r>
              <w:rPr>
                <w:rFonts w:ascii="Arial" w:hAnsi="Arial" w:cs="Arial"/>
                <w:sz w:val="28"/>
                <w:szCs w:val="28"/>
              </w:rPr>
              <w:t> »</w:t>
            </w:r>
          </w:p>
          <w:p w:rsidR="00862820" w:rsidRPr="0011346A" w:rsidRDefault="00862820" w:rsidP="00862820">
            <w:pPr>
              <w:rPr>
                <w:sz w:val="24"/>
                <w:szCs w:val="24"/>
              </w:rPr>
            </w:pPr>
          </w:p>
        </w:tc>
      </w:tr>
      <w:tr w:rsidR="00B7485C" w:rsidTr="00B7485C">
        <w:tc>
          <w:tcPr>
            <w:tcW w:w="2122" w:type="dxa"/>
          </w:tcPr>
          <w:p w:rsidR="00B7485C" w:rsidRDefault="00B7485C" w:rsidP="001F696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B7485C" w:rsidRDefault="00B7485C" w:rsidP="001F696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23CB7D22" wp14:editId="508C4CBB">
                      <wp:extent cx="390525" cy="304800"/>
                      <wp:effectExtent l="0" t="19050" r="47625" b="38100"/>
                      <wp:docPr id="63" name="Flèche droit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048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7485C" w:rsidRDefault="00B7485C" w:rsidP="00B748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001806" id="Flèche droite 63" o:spid="_x0000_s1028" type="#_x0000_t13" style="width:30.7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" adj="13171" fillcolor="#5b9bd5 [3204]" strokecolor="#1f4d78 [1604]" strokeweight="1pt">
                      <v:textbox>
                        <w:txbxContent>
                          <w:p w:rsidR="00B7485C" w:rsidRDefault="00B7485C" w:rsidP="00B7485C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528" w:type="dxa"/>
          </w:tcPr>
          <w:p w:rsidR="00B4664B" w:rsidRDefault="000B3E62" w:rsidP="00B7485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5979EC6C" wp14:editId="356FE24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2924175" cy="1805305"/>
                  <wp:effectExtent l="0" t="0" r="9525" b="4445"/>
                  <wp:wrapThrough wrapText="bothSides">
                    <wp:wrapPolygon edited="0">
                      <wp:start x="0" y="0"/>
                      <wp:lineTo x="0" y="21425"/>
                      <wp:lineTo x="21530" y="21425"/>
                      <wp:lineTo x="21530" y="0"/>
                      <wp:lineTo x="0" y="0"/>
                    </wp:wrapPolygon>
                  </wp:wrapThrough>
                  <wp:docPr id="74" name="Imag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175" cy="180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664B" w:rsidRDefault="00B4664B" w:rsidP="00B7485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Réaliser la programmation du bouton 2</w:t>
            </w:r>
          </w:p>
          <w:p w:rsidR="00B7485C" w:rsidRDefault="00B7485C" w:rsidP="00B7485C">
            <w:pPr>
              <w:rPr>
                <w:rFonts w:ascii="Arial" w:hAnsi="Arial" w:cs="Arial"/>
                <w:sz w:val="28"/>
                <w:szCs w:val="28"/>
              </w:rPr>
            </w:pPr>
            <w:r w:rsidRPr="00B7485C">
              <w:rPr>
                <w:rFonts w:ascii="Arial" w:hAnsi="Arial" w:cs="Arial"/>
                <w:sz w:val="28"/>
                <w:szCs w:val="28"/>
              </w:rPr>
              <w:t>Bouton « 1 »pour  ouvr</w:t>
            </w:r>
            <w:r>
              <w:rPr>
                <w:rFonts w:ascii="Arial" w:hAnsi="Arial" w:cs="Arial"/>
                <w:sz w:val="28"/>
                <w:szCs w:val="28"/>
              </w:rPr>
              <w:t>ir</w:t>
            </w:r>
          </w:p>
          <w:p w:rsidR="00B7485C" w:rsidRDefault="00B7485C" w:rsidP="00B7485C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 w:rsidRPr="00B7485C">
              <w:rPr>
                <w:rFonts w:ascii="Arial" w:hAnsi="Arial" w:cs="Arial"/>
                <w:sz w:val="28"/>
                <w:szCs w:val="28"/>
              </w:rPr>
              <w:t>Bouton « 2 »pour fermer</w:t>
            </w: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851" w:type="dxa"/>
          </w:tcPr>
          <w:p w:rsidR="00B7485C" w:rsidRDefault="00B7485C" w:rsidP="001F696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05EB61E7" wp14:editId="321799A2">
                      <wp:extent cx="390525" cy="304800"/>
                      <wp:effectExtent l="0" t="19050" r="47625" b="38100"/>
                      <wp:docPr id="64" name="Flèche droit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048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7485C" w:rsidRDefault="00B7485C" w:rsidP="00B748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5F9F49" id="Flèche droite 64" o:spid="_x0000_s1029" type="#_x0000_t13" style="width:30.7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" adj="13171" fillcolor="#5b9bd5 [3204]" strokecolor="#1f4d78 [1604]" strokeweight="1pt">
                      <v:textbox>
                        <w:txbxContent>
                          <w:p w:rsidR="00B7485C" w:rsidRDefault="00B7485C" w:rsidP="00B7485C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37" w:type="dxa"/>
          </w:tcPr>
          <w:p w:rsidR="00B7485C" w:rsidRDefault="00B7485C" w:rsidP="001F6964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ED06AF6" wp14:editId="5CA43DA0">
                  <wp:extent cx="462263" cy="964147"/>
                  <wp:effectExtent l="0" t="0" r="0" b="7620"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teleco_clavier_progr.jpg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263" cy="964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485C" w:rsidRDefault="00B7485C" w:rsidP="001F6964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  <w:p w:rsidR="00B7485C" w:rsidRDefault="00B7485C" w:rsidP="001F6964">
            <w:pPr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t>La télécommande est prète à fonctionner</w:t>
            </w:r>
          </w:p>
        </w:tc>
      </w:tr>
    </w:tbl>
    <w:p w:rsidR="0011346A" w:rsidRDefault="0011346A" w:rsidP="001114C3">
      <w:pPr>
        <w:spacing w:after="0" w:line="240" w:lineRule="auto"/>
        <w:rPr>
          <w:rFonts w:ascii="Arial" w:hAnsi="Arial" w:cs="Arial"/>
          <w:sz w:val="28"/>
          <w:szCs w:val="28"/>
        </w:rPr>
        <w:sectPr w:rsidR="0011346A" w:rsidSect="00352CC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C76EA6" w:rsidRPr="00E53359" w:rsidRDefault="00E53359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E53359">
        <w:rPr>
          <w:rFonts w:ascii="Arial" w:hAnsi="Arial" w:cs="Arial"/>
          <w:sz w:val="28"/>
          <w:szCs w:val="28"/>
          <w:u w:val="single"/>
        </w:rPr>
        <w:lastRenderedPageBreak/>
        <w:t>Sé</w:t>
      </w:r>
      <w:r w:rsidR="00643DAD">
        <w:rPr>
          <w:rFonts w:ascii="Arial" w:hAnsi="Arial" w:cs="Arial"/>
          <w:sz w:val="28"/>
          <w:szCs w:val="28"/>
          <w:u w:val="single"/>
        </w:rPr>
        <w:t>ance  3</w:t>
      </w:r>
    </w:p>
    <w:p w:rsidR="00C76EA6" w:rsidRPr="00C76EA6" w:rsidRDefault="00C76EA6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C76EA6">
        <w:rPr>
          <w:rFonts w:ascii="Arial" w:hAnsi="Arial" w:cs="Arial"/>
          <w:sz w:val="28"/>
          <w:szCs w:val="28"/>
          <w:u w:val="single"/>
        </w:rPr>
        <w:t xml:space="preserve">Le mode « direct » </w:t>
      </w:r>
    </w:p>
    <w:p w:rsidR="00C76EA6" w:rsidRDefault="00426DCD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</w:t>
      </w:r>
      <w:r w:rsidR="00C76EA6">
        <w:rPr>
          <w:rFonts w:ascii="Arial" w:hAnsi="Arial" w:cs="Arial"/>
          <w:sz w:val="28"/>
          <w:szCs w:val="28"/>
        </w:rPr>
        <w:t>e volet fonctionne si l’habitant appuie sur le bouton « montée-descente »</w:t>
      </w:r>
      <w:r w:rsidR="005D03E8">
        <w:rPr>
          <w:rFonts w:ascii="Arial" w:hAnsi="Arial" w:cs="Arial"/>
          <w:sz w:val="28"/>
          <w:szCs w:val="28"/>
        </w:rPr>
        <w:t>, c’est un schéma électrique « classique ».</w:t>
      </w:r>
    </w:p>
    <w:p w:rsidR="00C76EA6" w:rsidRDefault="00C76EA6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Grilledutableau"/>
        <w:tblpPr w:leftFromText="141" w:rightFromText="141" w:vertAnchor="text" w:horzAnchor="margin" w:tblpY="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7"/>
        <w:gridCol w:w="1991"/>
        <w:gridCol w:w="2081"/>
        <w:gridCol w:w="1991"/>
        <w:gridCol w:w="2316"/>
      </w:tblGrid>
      <w:tr w:rsidR="00652879" w:rsidTr="00C76EA6"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EA6" w:rsidRDefault="00C76EA6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ALIMENTER</w:t>
            </w:r>
          </w:p>
        </w:tc>
        <w:tc>
          <w:tcPr>
            <w:tcW w:w="1991" w:type="dxa"/>
            <w:tcBorders>
              <w:left w:val="single" w:sz="4" w:space="0" w:color="auto"/>
              <w:right w:val="single" w:sz="4" w:space="0" w:color="auto"/>
            </w:tcBorders>
          </w:tcPr>
          <w:p w:rsidR="00C76EA6" w:rsidRDefault="00C76EA6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EA6" w:rsidRDefault="00C76EA6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DISTRIBUER</w:t>
            </w:r>
          </w:p>
        </w:tc>
        <w:tc>
          <w:tcPr>
            <w:tcW w:w="1991" w:type="dxa"/>
            <w:tcBorders>
              <w:left w:val="single" w:sz="4" w:space="0" w:color="auto"/>
              <w:right w:val="single" w:sz="4" w:space="0" w:color="auto"/>
            </w:tcBorders>
          </w:tcPr>
          <w:p w:rsidR="00C76EA6" w:rsidRDefault="00C76EA6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EA6" w:rsidRDefault="00652879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ACTIONNER</w:t>
            </w:r>
          </w:p>
        </w:tc>
      </w:tr>
      <w:tr w:rsidR="00652879" w:rsidTr="00C76EA6">
        <w:tc>
          <w:tcPr>
            <w:tcW w:w="2077" w:type="dxa"/>
            <w:tcBorders>
              <w:left w:val="single" w:sz="4" w:space="0" w:color="auto"/>
              <w:right w:val="single" w:sz="4" w:space="0" w:color="auto"/>
            </w:tcBorders>
          </w:tcPr>
          <w:p w:rsidR="00C76EA6" w:rsidRDefault="00652879" w:rsidP="00C76EA6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0BDD3D3" wp14:editId="7D74179F">
                  <wp:extent cx="765618" cy="637453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tableau_elec2.jpg"/>
                          <pic:cNvPicPr/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56" cy="652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1" w:type="dxa"/>
            <w:tcBorders>
              <w:left w:val="single" w:sz="4" w:space="0" w:color="auto"/>
              <w:right w:val="single" w:sz="4" w:space="0" w:color="auto"/>
            </w:tcBorders>
          </w:tcPr>
          <w:p w:rsidR="00C76EA6" w:rsidRDefault="00347AA0" w:rsidP="00C76EA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69BB2F86" wp14:editId="4D1B1A8B">
                      <wp:extent cx="971550" cy="361950"/>
                      <wp:effectExtent l="0" t="19050" r="38100" b="38100"/>
                      <wp:docPr id="57" name="Flèche droi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3619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A1E02E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èche droite 57" o:spid="_x0000_s1026" type="#_x0000_t13" style="width:76.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" adj="17576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081" w:type="dxa"/>
            <w:tcBorders>
              <w:left w:val="single" w:sz="4" w:space="0" w:color="auto"/>
              <w:right w:val="single" w:sz="4" w:space="0" w:color="auto"/>
            </w:tcBorders>
          </w:tcPr>
          <w:p w:rsidR="00C76EA6" w:rsidRDefault="00C76EA6" w:rsidP="00C76EA6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23D631CC" wp14:editId="6B4116C7">
                  <wp:extent cx="469900" cy="495300"/>
                  <wp:effectExtent l="0" t="0" r="6350" b="0"/>
                  <wp:docPr id="67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nter_montee_descente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1" w:type="dxa"/>
            <w:tcBorders>
              <w:left w:val="single" w:sz="4" w:space="0" w:color="auto"/>
              <w:right w:val="single" w:sz="4" w:space="0" w:color="auto"/>
            </w:tcBorders>
          </w:tcPr>
          <w:p w:rsidR="00C76EA6" w:rsidRDefault="00347AA0" w:rsidP="00C76EA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1F5DDCEA" wp14:editId="6EF0BBCC">
                      <wp:extent cx="971550" cy="361950"/>
                      <wp:effectExtent l="0" t="19050" r="38100" b="38100"/>
                      <wp:docPr id="68" name="Flèche droit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3619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9C8477" id="Flèche droite 68" o:spid="_x0000_s1026" type="#_x0000_t13" style="width:76.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" adj="17576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16" w:type="dxa"/>
            <w:tcBorders>
              <w:left w:val="single" w:sz="4" w:space="0" w:color="auto"/>
              <w:right w:val="single" w:sz="4" w:space="0" w:color="auto"/>
            </w:tcBorders>
          </w:tcPr>
          <w:p w:rsidR="00C76EA6" w:rsidRDefault="00C76EA6" w:rsidP="00C76EA6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648E9792" wp14:editId="4D59BA11">
                  <wp:extent cx="406400" cy="444500"/>
                  <wp:effectExtent l="0" t="0" r="0" b="0"/>
                  <wp:docPr id="66" name="Imag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volet_roulant.jpg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2879" w:rsidTr="00C76EA6">
        <w:tc>
          <w:tcPr>
            <w:tcW w:w="2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A6" w:rsidRDefault="00347AA0" w:rsidP="00652879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sz w:val="28"/>
                <w:szCs w:val="28"/>
              </w:rPr>
              <w:t>Alimentation en énergie</w:t>
            </w:r>
          </w:p>
        </w:tc>
        <w:tc>
          <w:tcPr>
            <w:tcW w:w="1991" w:type="dxa"/>
            <w:tcBorders>
              <w:left w:val="single" w:sz="4" w:space="0" w:color="auto"/>
              <w:right w:val="single" w:sz="4" w:space="0" w:color="auto"/>
            </w:tcBorders>
          </w:tcPr>
          <w:p w:rsidR="00C76EA6" w:rsidRDefault="00C76EA6" w:rsidP="00C76EA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A6" w:rsidRDefault="00C76EA6" w:rsidP="00652879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sz w:val="28"/>
                <w:szCs w:val="28"/>
              </w:rPr>
              <w:t>interrupteur</w:t>
            </w:r>
          </w:p>
        </w:tc>
        <w:tc>
          <w:tcPr>
            <w:tcW w:w="1991" w:type="dxa"/>
            <w:tcBorders>
              <w:left w:val="single" w:sz="4" w:space="0" w:color="auto"/>
              <w:right w:val="single" w:sz="4" w:space="0" w:color="auto"/>
            </w:tcBorders>
          </w:tcPr>
          <w:p w:rsidR="00C76EA6" w:rsidRDefault="00C76EA6" w:rsidP="00C76EA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A6" w:rsidRDefault="00C76EA6" w:rsidP="00652879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sz w:val="28"/>
                <w:szCs w:val="28"/>
              </w:rPr>
              <w:t>Moteur du volet roulant</w:t>
            </w:r>
          </w:p>
        </w:tc>
      </w:tr>
    </w:tbl>
    <w:p w:rsidR="00C76EA6" w:rsidRDefault="00C76EA6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347AA0" w:rsidRDefault="00347AA0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:rsidR="00C76EA6" w:rsidRDefault="00C76EA6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C76EA6">
        <w:rPr>
          <w:rFonts w:ascii="Arial" w:hAnsi="Arial" w:cs="Arial"/>
          <w:sz w:val="28"/>
          <w:szCs w:val="28"/>
          <w:u w:val="single"/>
        </w:rPr>
        <w:t xml:space="preserve">Le </w:t>
      </w:r>
      <w:r w:rsidR="00426DCD">
        <w:rPr>
          <w:rFonts w:ascii="Arial" w:hAnsi="Arial" w:cs="Arial"/>
          <w:sz w:val="28"/>
          <w:szCs w:val="28"/>
          <w:u w:val="single"/>
        </w:rPr>
        <w:t>mode programmable avec radio</w:t>
      </w:r>
      <w:r w:rsidRPr="00C76EA6">
        <w:rPr>
          <w:rFonts w:ascii="Arial" w:hAnsi="Arial" w:cs="Arial"/>
          <w:sz w:val="28"/>
          <w:szCs w:val="28"/>
          <w:u w:val="single"/>
        </w:rPr>
        <w:t>commande</w:t>
      </w:r>
    </w:p>
    <w:p w:rsidR="00C76EA6" w:rsidRDefault="00426DCD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26DCD">
        <w:rPr>
          <w:rFonts w:ascii="Arial" w:hAnsi="Arial" w:cs="Arial"/>
          <w:sz w:val="28"/>
          <w:szCs w:val="28"/>
        </w:rPr>
        <w:t>L’habitant</w:t>
      </w:r>
      <w:r>
        <w:rPr>
          <w:rFonts w:ascii="Arial" w:hAnsi="Arial" w:cs="Arial"/>
          <w:sz w:val="28"/>
          <w:szCs w:val="28"/>
        </w:rPr>
        <w:t xml:space="preserve"> appuie sur la radiocommande, le signal est traité puis distribué vers le moteur</w:t>
      </w:r>
      <w:r w:rsidR="005D03E8">
        <w:rPr>
          <w:rFonts w:ascii="Arial" w:hAnsi="Arial" w:cs="Arial"/>
          <w:sz w:val="28"/>
          <w:szCs w:val="28"/>
        </w:rPr>
        <w:t xml:space="preserve"> du volet roulant.</w:t>
      </w:r>
    </w:p>
    <w:p w:rsidR="005D03E8" w:rsidRDefault="005D03E8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981"/>
        <w:gridCol w:w="1821"/>
        <w:gridCol w:w="923"/>
        <w:gridCol w:w="1912"/>
        <w:gridCol w:w="923"/>
        <w:gridCol w:w="2076"/>
      </w:tblGrid>
      <w:tr w:rsidR="009F693E" w:rsidTr="009F693E"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DCD" w:rsidRDefault="005D03E8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ACQUERIR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426DCD" w:rsidRDefault="00426DCD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DCD" w:rsidRDefault="005D03E8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TRAITER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26DCD" w:rsidRDefault="00426DCD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CD" w:rsidRDefault="005D03E8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DISTRIBUER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26DCD" w:rsidRDefault="00426DCD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DCD" w:rsidRDefault="00652879" w:rsidP="006528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ACTIONNER</w:t>
            </w:r>
          </w:p>
        </w:tc>
      </w:tr>
      <w:tr w:rsidR="00652879" w:rsidTr="000511E9">
        <w:trPr>
          <w:trHeight w:val="1442"/>
        </w:trPr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ADD170F" wp14:editId="4ECA6FA4">
                  <wp:extent cx="409575" cy="854256"/>
                  <wp:effectExtent l="0" t="0" r="0" b="3175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teleco_clavier_progr.jpg"/>
                          <pic:cNvPicPr/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85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652879" w:rsidRDefault="00652879" w:rsidP="005D03E8">
            <w:pPr>
              <w:rPr>
                <w:rFonts w:ascii="Arial" w:hAnsi="Arial" w:cs="Arial"/>
                <w:sz w:val="28"/>
                <w:szCs w:val="28"/>
              </w:rPr>
            </w:pPr>
          </w:p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4729D493" wp14:editId="2ACCD7C2">
                      <wp:extent cx="381000" cy="361950"/>
                      <wp:effectExtent l="0" t="19050" r="38100" b="38100"/>
                      <wp:docPr id="80" name="Flèche droit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619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6FC024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èche droite 80" o:spid="_x0000_s1026" type="#_x0000_t13" style="width:30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" adj="11340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0F7DE47A" wp14:editId="6BB2DC3B">
                  <wp:extent cx="1000420" cy="685800"/>
                  <wp:effectExtent l="0" t="0" r="9525" b="0"/>
                  <wp:docPr id="77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tablette1.jpg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343" cy="690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47B7C150" wp14:editId="6F7FF9E5">
                      <wp:extent cx="381000" cy="361950"/>
                      <wp:effectExtent l="0" t="19050" r="38100" b="38100"/>
                      <wp:docPr id="81" name="Flèche droit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619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BC8AD9" id="Flèche droite 81" o:spid="_x0000_s1026" type="#_x0000_t13" style="width:30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" adj="11340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E9" w:rsidRDefault="000511E9" w:rsidP="000511E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F693E" w:rsidRDefault="00652879" w:rsidP="000511E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1BA2AC3F" wp14:editId="4AB6AFA6">
                  <wp:extent cx="781050" cy="1194547"/>
                  <wp:effectExtent l="0" t="0" r="0" b="5715"/>
                  <wp:docPr id="79" name="Imag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armoire_domotique2.jpg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109" cy="120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45C6" w:rsidRDefault="003E45C6" w:rsidP="000511E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Armoire réseau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5D7D4713" wp14:editId="2A1C8097">
                      <wp:extent cx="381000" cy="361950"/>
                      <wp:effectExtent l="0" t="19050" r="38100" b="38100"/>
                      <wp:docPr id="82" name="Flèche droit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619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91AE05" id="Flèche droite 82" o:spid="_x0000_s1026" type="#_x0000_t13" style="width:30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" adj="11340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227DEEC8" wp14:editId="543E44E6">
                  <wp:extent cx="590550" cy="645914"/>
                  <wp:effectExtent l="0" t="0" r="0" b="1905"/>
                  <wp:docPr id="78" name="Imag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volet_roulant.jpg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27" cy="64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2879" w:rsidTr="009F693E">
        <w:trPr>
          <w:trHeight w:val="180"/>
        </w:trPr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</w:tcPr>
          <w:p w:rsidR="00652879" w:rsidRDefault="00652879" w:rsidP="005D03E8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81" w:type="dxa"/>
          </w:tcPr>
          <w:p w:rsidR="00652879" w:rsidRDefault="00652879" w:rsidP="005D03E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652879" w:rsidRDefault="00652879" w:rsidP="005D03E8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9" w:rsidRDefault="00652879" w:rsidP="00652879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single" w:sz="4" w:space="0" w:color="auto"/>
            </w:tcBorders>
          </w:tcPr>
          <w:p w:rsidR="00652879" w:rsidRDefault="00652879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693E" w:rsidTr="009F693E">
        <w:trPr>
          <w:trHeight w:val="18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3E" w:rsidRDefault="009F693E" w:rsidP="009F69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ALIMENTER</w:t>
            </w:r>
          </w:p>
          <w:p w:rsidR="009F693E" w:rsidRDefault="009F693E" w:rsidP="009F69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</w:pBd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6564385C" wp14:editId="50D31A81">
                  <wp:extent cx="765618" cy="637453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tableau_elec2.jpg"/>
                          <pic:cNvPicPr/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56" cy="652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F693E" w:rsidRDefault="009F693E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F693E" w:rsidRDefault="009F693E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5A202076" wp14:editId="1D8A3658">
                      <wp:extent cx="1885950" cy="361950"/>
                      <wp:effectExtent l="0" t="19050" r="38100" b="38100"/>
                      <wp:docPr id="24" name="Flèche droi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3619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51BED6" id="Flèche droite 24" o:spid="_x0000_s1026" type="#_x0000_t13" style="width:148.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" adj="19527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3E" w:rsidRDefault="009F693E" w:rsidP="00652879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9F693E" w:rsidRDefault="009F693E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76" w:type="dxa"/>
          </w:tcPr>
          <w:p w:rsidR="009F693E" w:rsidRDefault="009F693E" w:rsidP="005D03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26DCD" w:rsidRDefault="00426DCD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347AA0" w:rsidRDefault="00347AA0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:rsidR="00347AA0" w:rsidRDefault="00347AA0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:rsidR="005D03E8" w:rsidRPr="000511E9" w:rsidRDefault="005D03E8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5D03E8">
        <w:rPr>
          <w:rFonts w:ascii="Arial" w:hAnsi="Arial" w:cs="Arial"/>
          <w:sz w:val="28"/>
          <w:szCs w:val="28"/>
          <w:u w:val="single"/>
        </w:rPr>
        <w:t>Les 2 systèmes cohabitent on obtient donc :</w:t>
      </w:r>
    </w:p>
    <w:p w:rsidR="005D03E8" w:rsidRDefault="005D03E8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981"/>
        <w:gridCol w:w="1821"/>
        <w:gridCol w:w="923"/>
        <w:gridCol w:w="1912"/>
        <w:gridCol w:w="923"/>
        <w:gridCol w:w="2076"/>
      </w:tblGrid>
      <w:tr w:rsidR="000511E9" w:rsidTr="00742E38"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ACQUERIR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TRAITER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DISTRIBUER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ACTIONNER</w:t>
            </w:r>
          </w:p>
        </w:tc>
      </w:tr>
      <w:tr w:rsidR="000511E9" w:rsidTr="00742E38">
        <w:trPr>
          <w:trHeight w:val="1442"/>
        </w:trPr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5BB8590C" wp14:editId="4A3D0FE1">
                  <wp:extent cx="409575" cy="854256"/>
                  <wp:effectExtent l="0" t="0" r="0" b="3175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teleco_clavier_progr.jpg"/>
                          <pic:cNvPicPr/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85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rPr>
                <w:rFonts w:ascii="Arial" w:hAnsi="Arial" w:cs="Arial"/>
                <w:sz w:val="28"/>
                <w:szCs w:val="28"/>
              </w:rPr>
            </w:pPr>
          </w:p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23970182" wp14:editId="732198BD">
                      <wp:extent cx="381000" cy="361950"/>
                      <wp:effectExtent l="0" t="19050" r="38100" b="38100"/>
                      <wp:docPr id="34" name="Flèche droit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619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803B9C3" id="Flèche droite 34" o:spid="_x0000_s1026" type="#_x0000_t13" style="width:30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" adj="11340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6AED738F" wp14:editId="32771A2E">
                  <wp:extent cx="1000420" cy="685800"/>
                  <wp:effectExtent l="0" t="0" r="9525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tablette1.jpg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343" cy="690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1E341979" wp14:editId="4FC20ABA">
                      <wp:extent cx="381000" cy="361950"/>
                      <wp:effectExtent l="0" t="19050" r="38100" b="38100"/>
                      <wp:docPr id="35" name="Flèche droit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619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B2C4E2" id="Flèche droite 35" o:spid="_x0000_s1026" type="#_x0000_t13" style="width:30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" adj="11340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0E" w:rsidRDefault="000511E9" w:rsidP="007E44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62225E41" wp14:editId="5B86D7E7">
                  <wp:extent cx="781050" cy="1194547"/>
                  <wp:effectExtent l="0" t="0" r="0" b="5715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armoire_domotique2.jpg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109" cy="120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4762" w:rsidRDefault="00654762" w:rsidP="007E44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66BED050" wp14:editId="414A828D">
                  <wp:extent cx="469900" cy="495300"/>
                  <wp:effectExtent l="0" t="0" r="635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nter_montee_descente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5F158F29" wp14:editId="5921F45B">
                      <wp:extent cx="381000" cy="361950"/>
                      <wp:effectExtent l="0" t="19050" r="38100" b="38100"/>
                      <wp:docPr id="36" name="Flèche droit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619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3C4E98" id="Flèche droite 36" o:spid="_x0000_s1026" type="#_x0000_t13" style="width:30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" adj="11340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06A82672" wp14:editId="7BD79FA7">
                  <wp:extent cx="590550" cy="645914"/>
                  <wp:effectExtent l="0" t="0" r="0" b="1905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volet_roulant.jpg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27" cy="64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1E9" w:rsidTr="00DD526D">
        <w:trPr>
          <w:trHeight w:val="180"/>
        </w:trPr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81" w:type="dxa"/>
          </w:tcPr>
          <w:p w:rsidR="000511E9" w:rsidRDefault="000511E9" w:rsidP="00DD526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511E9" w:rsidTr="00DD526D">
        <w:trPr>
          <w:trHeight w:val="18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ALIMENTER</w:t>
            </w:r>
          </w:p>
          <w:p w:rsidR="000511E9" w:rsidRDefault="000511E9" w:rsidP="00DD526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</w:pBd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1A14CB5F" wp14:editId="2ACABF2C">
                  <wp:extent cx="765618" cy="637453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tableau_elec2.jpg"/>
                          <pic:cNvPicPr/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56" cy="652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 wp14:anchorId="3F14D5A6" wp14:editId="1D5512E7">
                      <wp:extent cx="1990725" cy="361950"/>
                      <wp:effectExtent l="0" t="19050" r="47625" b="38100"/>
                      <wp:docPr id="37" name="Flèche droit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0725" cy="3619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B7E1AD" id="Flèche droite 37" o:spid="_x0000_s1026" type="#_x0000_t13" style="width:156.7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" adj="19636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76" w:type="dxa"/>
          </w:tcPr>
          <w:p w:rsidR="000511E9" w:rsidRDefault="000511E9" w:rsidP="00DD52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12284" w:rsidRDefault="00512284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12284" w:rsidRDefault="0051228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512284" w:rsidRPr="00426DCD" w:rsidRDefault="00512284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512284" w:rsidRPr="00426DCD" w:rsidSect="001134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D8C"/>
    <w:rsid w:val="00014DE2"/>
    <w:rsid w:val="000436DD"/>
    <w:rsid w:val="000511E9"/>
    <w:rsid w:val="000B3E62"/>
    <w:rsid w:val="001114C3"/>
    <w:rsid w:val="0011346A"/>
    <w:rsid w:val="00157F8E"/>
    <w:rsid w:val="001F4234"/>
    <w:rsid w:val="001F6964"/>
    <w:rsid w:val="00280300"/>
    <w:rsid w:val="002F0A43"/>
    <w:rsid w:val="003355C5"/>
    <w:rsid w:val="00347AA0"/>
    <w:rsid w:val="00352CCF"/>
    <w:rsid w:val="003877B8"/>
    <w:rsid w:val="003E45C6"/>
    <w:rsid w:val="0041580F"/>
    <w:rsid w:val="00417F25"/>
    <w:rsid w:val="00426DCD"/>
    <w:rsid w:val="00433DEA"/>
    <w:rsid w:val="00511A5A"/>
    <w:rsid w:val="00512284"/>
    <w:rsid w:val="00532527"/>
    <w:rsid w:val="00580AFF"/>
    <w:rsid w:val="005D03E8"/>
    <w:rsid w:val="005E3E86"/>
    <w:rsid w:val="00643DAD"/>
    <w:rsid w:val="006452A2"/>
    <w:rsid w:val="00652879"/>
    <w:rsid w:val="00654762"/>
    <w:rsid w:val="00673D5D"/>
    <w:rsid w:val="00727EB6"/>
    <w:rsid w:val="00742E38"/>
    <w:rsid w:val="007C3FD4"/>
    <w:rsid w:val="007E440E"/>
    <w:rsid w:val="0084008C"/>
    <w:rsid w:val="00862820"/>
    <w:rsid w:val="009F693E"/>
    <w:rsid w:val="00AB2D52"/>
    <w:rsid w:val="00AF1180"/>
    <w:rsid w:val="00B4664B"/>
    <w:rsid w:val="00B60E1B"/>
    <w:rsid w:val="00B724AF"/>
    <w:rsid w:val="00B7485C"/>
    <w:rsid w:val="00BB531A"/>
    <w:rsid w:val="00C52D8C"/>
    <w:rsid w:val="00C76EA6"/>
    <w:rsid w:val="00D03D11"/>
    <w:rsid w:val="00DA20BA"/>
    <w:rsid w:val="00E53359"/>
    <w:rsid w:val="00EB2932"/>
    <w:rsid w:val="00EB6282"/>
    <w:rsid w:val="00F71D78"/>
    <w:rsid w:val="00F84DAB"/>
    <w:rsid w:val="00FE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8491-FDC4-4087-8F64-0F795997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3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2.jpg"/><Relationship Id="rId39" Type="http://schemas.openxmlformats.org/officeDocument/2006/relationships/image" Target="media/image33.jpg"/><Relationship Id="rId3" Type="http://schemas.openxmlformats.org/officeDocument/2006/relationships/webSettings" Target="webSettings.xml"/><Relationship Id="rId21" Type="http://schemas.openxmlformats.org/officeDocument/2006/relationships/image" Target="media/image17.jpg"/><Relationship Id="rId34" Type="http://schemas.openxmlformats.org/officeDocument/2006/relationships/image" Target="media/image29.png"/><Relationship Id="rId42" Type="http://schemas.openxmlformats.org/officeDocument/2006/relationships/image" Target="media/image36.jpg"/><Relationship Id="rId47" Type="http://schemas.openxmlformats.org/officeDocument/2006/relationships/image" Target="media/image41.png"/><Relationship Id="rId50" Type="http://schemas.openxmlformats.org/officeDocument/2006/relationships/image" Target="media/image44.jpe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g"/><Relationship Id="rId25" Type="http://schemas.openxmlformats.org/officeDocument/2006/relationships/image" Target="media/image21.jpg"/><Relationship Id="rId33" Type="http://schemas.openxmlformats.org/officeDocument/2006/relationships/image" Target="media/image28.jpg"/><Relationship Id="rId38" Type="http://schemas.openxmlformats.org/officeDocument/2006/relationships/image" Target="media/image32.jpg"/><Relationship Id="rId46" Type="http://schemas.openxmlformats.org/officeDocument/2006/relationships/image" Target="media/image40.png"/><Relationship Id="rId2" Type="http://schemas.openxmlformats.org/officeDocument/2006/relationships/settings" Target="setting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29" Type="http://schemas.openxmlformats.org/officeDocument/2006/relationships/image" Target="media/image25.jpg"/><Relationship Id="rId41" Type="http://schemas.openxmlformats.org/officeDocument/2006/relationships/image" Target="media/image35.jpeg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7.png"/><Relationship Id="rId24" Type="http://schemas.openxmlformats.org/officeDocument/2006/relationships/image" Target="media/image20.jpg"/><Relationship Id="rId32" Type="http://schemas.microsoft.com/office/2007/relationships/hdphoto" Target="media/hdphoto1.wdp"/><Relationship Id="rId37" Type="http://schemas.openxmlformats.org/officeDocument/2006/relationships/image" Target="media/image31.jpg"/><Relationship Id="rId40" Type="http://schemas.openxmlformats.org/officeDocument/2006/relationships/image" Target="media/image34.jpg"/><Relationship Id="rId45" Type="http://schemas.openxmlformats.org/officeDocument/2006/relationships/image" Target="media/image39.png"/><Relationship Id="rId53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28" Type="http://schemas.openxmlformats.org/officeDocument/2006/relationships/image" Target="media/image24.jpg"/><Relationship Id="rId36" Type="http://schemas.openxmlformats.org/officeDocument/2006/relationships/image" Target="media/image30.jpg"/><Relationship Id="rId49" Type="http://schemas.openxmlformats.org/officeDocument/2006/relationships/image" Target="media/image43.jpeg"/><Relationship Id="rId10" Type="http://schemas.openxmlformats.org/officeDocument/2006/relationships/image" Target="media/image6.png"/><Relationship Id="rId19" Type="http://schemas.openxmlformats.org/officeDocument/2006/relationships/image" Target="media/image15.jpg"/><Relationship Id="rId31" Type="http://schemas.openxmlformats.org/officeDocument/2006/relationships/image" Target="media/image27.png"/><Relationship Id="rId44" Type="http://schemas.openxmlformats.org/officeDocument/2006/relationships/image" Target="media/image38.png"/><Relationship Id="rId52" Type="http://schemas.openxmlformats.org/officeDocument/2006/relationships/image" Target="media/image46.jpg"/><Relationship Id="rId4" Type="http://schemas.openxmlformats.org/officeDocument/2006/relationships/image" Target="media/image1.jpg"/><Relationship Id="rId9" Type="http://schemas.openxmlformats.org/officeDocument/2006/relationships/image" Target="media/image5.png"/><Relationship Id="rId14" Type="http://schemas.openxmlformats.org/officeDocument/2006/relationships/image" Target="media/image10.jpg"/><Relationship Id="rId22" Type="http://schemas.openxmlformats.org/officeDocument/2006/relationships/image" Target="media/image18.jpg"/><Relationship Id="rId27" Type="http://schemas.openxmlformats.org/officeDocument/2006/relationships/image" Target="media/image23.jpg"/><Relationship Id="rId30" Type="http://schemas.openxmlformats.org/officeDocument/2006/relationships/image" Target="media/image26.jpg"/><Relationship Id="rId35" Type="http://schemas.microsoft.com/office/2007/relationships/hdphoto" Target="media/hdphoto2.wdp"/><Relationship Id="rId43" Type="http://schemas.openxmlformats.org/officeDocument/2006/relationships/image" Target="media/image37.jpg"/><Relationship Id="rId48" Type="http://schemas.openxmlformats.org/officeDocument/2006/relationships/image" Target="media/image42.jpeg"/><Relationship Id="rId8" Type="http://schemas.openxmlformats.org/officeDocument/2006/relationships/image" Target="media/image4.png"/><Relationship Id="rId51" Type="http://schemas.openxmlformats.org/officeDocument/2006/relationships/image" Target="media/image4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</Template>
  <TotalTime>548</TotalTime>
  <Pages>6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Jean-Michel RAYNAUD</cp:lastModifiedBy>
  <cp:revision>28</cp:revision>
  <dcterms:created xsi:type="dcterms:W3CDTF">2014-02-19T09:40:00Z</dcterms:created>
  <dcterms:modified xsi:type="dcterms:W3CDTF">2014-03-21T00:50:00Z</dcterms:modified>
</cp:coreProperties>
</file>